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B8842" w14:textId="77777777" w:rsidR="00F422D3" w:rsidRDefault="00633B07" w:rsidP="00B42F40">
      <w:pPr>
        <w:pStyle w:val="Titul1"/>
      </w:pPr>
      <w:r>
        <w:t>KUPNÍ SMLOUVA</w:t>
      </w:r>
    </w:p>
    <w:p w14:paraId="3F270F90" w14:textId="23DDF175" w:rsidR="00F422D3" w:rsidRDefault="00F422D3" w:rsidP="00B42F40">
      <w:pPr>
        <w:pStyle w:val="Titul2"/>
      </w:pPr>
      <w:r>
        <w:t>Název zakázky: „</w:t>
      </w:r>
      <w:r w:rsidR="001C6563">
        <w:rPr>
          <w:noProof/>
        </w:rPr>
        <w:fldChar w:fldCharType="begin">
          <w:ffData>
            <w:name w:val="Text1"/>
            <w:enabled/>
            <w:calcOnExit w:val="0"/>
            <w:textInput>
              <w:default w:val="Dodávka přívěsové kloubové pracovní plošiny s elektrocentrálou"/>
              <w:format w:val="První velké"/>
            </w:textInput>
          </w:ffData>
        </w:fldChar>
      </w:r>
      <w:bookmarkStart w:id="0" w:name="Text1"/>
      <w:r w:rsidR="001C6563">
        <w:rPr>
          <w:noProof/>
        </w:rPr>
        <w:instrText xml:space="preserve"> FORMTEXT </w:instrText>
      </w:r>
      <w:r w:rsidR="001C6563">
        <w:rPr>
          <w:noProof/>
        </w:rPr>
      </w:r>
      <w:r w:rsidR="001C6563">
        <w:rPr>
          <w:noProof/>
        </w:rPr>
        <w:fldChar w:fldCharType="separate"/>
      </w:r>
      <w:r w:rsidR="001C6563">
        <w:rPr>
          <w:noProof/>
        </w:rPr>
        <w:t>Dodávka přívěsové kloubové pracovní plošiny s elektrocentrálou</w:t>
      </w:r>
      <w:r w:rsidR="001C6563">
        <w:rPr>
          <w:noProof/>
        </w:rPr>
        <w:fldChar w:fldCharType="end"/>
      </w:r>
      <w:bookmarkEnd w:id="0"/>
      <w:r>
        <w:t>“</w:t>
      </w:r>
      <w:r w:rsidR="00485CE8">
        <w:t xml:space="preserve"> </w:t>
      </w:r>
    </w:p>
    <w:p w14:paraId="588CDB02" w14:textId="77777777" w:rsidR="007A6E42" w:rsidRPr="00D32554" w:rsidRDefault="007A6E42" w:rsidP="00067B13">
      <w:pPr>
        <w:pStyle w:val="Nadpis1-1"/>
        <w:numPr>
          <w:ilvl w:val="0"/>
          <w:numId w:val="0"/>
        </w:numPr>
      </w:pPr>
      <w:r>
        <w:t>Smluvní strany</w:t>
      </w:r>
    </w:p>
    <w:p w14:paraId="2EBAB172" w14:textId="77777777" w:rsidR="001C2A3F" w:rsidRPr="001C2A3F" w:rsidRDefault="00067B13" w:rsidP="00067B13">
      <w:pPr>
        <w:tabs>
          <w:tab w:val="left" w:pos="567"/>
          <w:tab w:val="left" w:pos="1985"/>
          <w:tab w:val="right" w:pos="5670"/>
        </w:tabs>
        <w:spacing w:after="0" w:line="240" w:lineRule="auto"/>
        <w:contextualSpacing/>
        <w:jc w:val="both"/>
        <w:rPr>
          <w:rFonts w:eastAsia="Times New Roman" w:cs="Arial"/>
          <w:b/>
          <w:snapToGrid w:val="0"/>
          <w:lang w:eastAsia="cs-CZ"/>
        </w:rPr>
      </w:pPr>
      <w:r>
        <w:rPr>
          <w:rFonts w:eastAsia="Times New Roman" w:cs="Arial"/>
          <w:b/>
          <w:snapToGrid w:val="0"/>
          <w:lang w:eastAsia="cs-CZ"/>
        </w:rPr>
        <w:tab/>
      </w:r>
      <w:r w:rsidR="00633B07">
        <w:rPr>
          <w:rFonts w:eastAsia="Times New Roman" w:cs="Arial"/>
          <w:b/>
          <w:snapToGrid w:val="0"/>
          <w:lang w:eastAsia="cs-CZ"/>
        </w:rPr>
        <w:t>Kupující</w:t>
      </w:r>
      <w:r w:rsidR="001C2A3F" w:rsidRPr="001C2A3F">
        <w:rPr>
          <w:rFonts w:eastAsia="Times New Roman" w:cs="Arial"/>
          <w:b/>
          <w:snapToGrid w:val="0"/>
          <w:lang w:eastAsia="cs-CZ"/>
        </w:rPr>
        <w:t>:</w:t>
      </w:r>
      <w:r w:rsidR="001C2A3F" w:rsidRPr="001C2A3F">
        <w:rPr>
          <w:rFonts w:eastAsia="Times New Roman" w:cs="Arial"/>
          <w:b/>
          <w:snapToGrid w:val="0"/>
          <w:lang w:eastAsia="cs-CZ"/>
        </w:rPr>
        <w:tab/>
      </w:r>
    </w:p>
    <w:p w14:paraId="4B363476" w14:textId="77777777" w:rsidR="001C2A3F" w:rsidRPr="001C2A3F" w:rsidRDefault="001C2A3F" w:rsidP="001C2A3F">
      <w:pPr>
        <w:tabs>
          <w:tab w:val="left" w:pos="567"/>
          <w:tab w:val="left" w:pos="1985"/>
          <w:tab w:val="right" w:pos="5670"/>
        </w:tabs>
        <w:spacing w:before="120" w:after="0" w:line="240" w:lineRule="auto"/>
        <w:jc w:val="both"/>
        <w:rPr>
          <w:rFonts w:eastAsia="Times New Roman" w:cs="Arial"/>
          <w:snapToGrid w:val="0"/>
          <w:lang w:eastAsia="cs-CZ"/>
        </w:rPr>
      </w:pPr>
      <w:r w:rsidRPr="001C2A3F">
        <w:rPr>
          <w:rFonts w:eastAsia="Times New Roman" w:cs="Arial"/>
          <w:b/>
          <w:snapToGrid w:val="0"/>
          <w:lang w:eastAsia="cs-CZ"/>
        </w:rPr>
        <w:tab/>
      </w:r>
      <w:r w:rsidRPr="001C2A3F">
        <w:rPr>
          <w:rFonts w:eastAsia="Times New Roman" w:cs="Arial"/>
          <w:snapToGrid w:val="0"/>
          <w:lang w:eastAsia="cs-CZ"/>
        </w:rPr>
        <w:t>Název:</w:t>
      </w:r>
      <w:r w:rsidRPr="001C2A3F">
        <w:rPr>
          <w:rFonts w:eastAsia="Times New Roman" w:cs="Arial"/>
          <w:b/>
          <w:snapToGrid w:val="0"/>
          <w:lang w:eastAsia="cs-CZ"/>
        </w:rPr>
        <w:t xml:space="preserve"> </w:t>
      </w:r>
      <w:r w:rsidR="006F2CAF">
        <w:rPr>
          <w:rFonts w:eastAsia="Times New Roman" w:cs="Arial"/>
          <w:b/>
          <w:snapToGrid w:val="0"/>
          <w:lang w:eastAsia="cs-CZ"/>
        </w:rPr>
        <w:t>Správa železnic</w:t>
      </w:r>
      <w:r w:rsidRPr="001C2A3F">
        <w:rPr>
          <w:rFonts w:eastAsia="Times New Roman" w:cs="Arial"/>
          <w:b/>
          <w:snapToGrid w:val="0"/>
          <w:lang w:eastAsia="cs-CZ"/>
        </w:rPr>
        <w:t>, státní organizace</w:t>
      </w:r>
    </w:p>
    <w:p w14:paraId="798768BB" w14:textId="77777777" w:rsidR="001C2A3F" w:rsidRPr="001C2A3F" w:rsidRDefault="001C2A3F" w:rsidP="001C2A3F">
      <w:pPr>
        <w:tabs>
          <w:tab w:val="left" w:pos="567"/>
        </w:tabs>
        <w:spacing w:after="0" w:line="240" w:lineRule="auto"/>
        <w:jc w:val="both"/>
        <w:rPr>
          <w:rFonts w:eastAsia="Times New Roman" w:cs="Arial"/>
          <w:snapToGrid w:val="0"/>
          <w:lang w:eastAsia="cs-CZ"/>
        </w:rPr>
      </w:pPr>
      <w:r w:rsidRPr="001C2A3F">
        <w:rPr>
          <w:rFonts w:eastAsia="Times New Roman" w:cs="Arial"/>
          <w:snapToGrid w:val="0"/>
          <w:lang w:eastAsia="cs-CZ"/>
        </w:rPr>
        <w:tab/>
        <w:t>Sídlo: Praha 1 - Nové Město, Dlážděná 1003/7, PSČ 110 00</w:t>
      </w:r>
    </w:p>
    <w:p w14:paraId="5AC9D447" w14:textId="77777777"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IČO: 70994234</w:t>
      </w:r>
      <w:r w:rsidRPr="001C2A3F">
        <w:rPr>
          <w:rFonts w:eastAsia="Times New Roman" w:cs="Arial"/>
          <w:snapToGrid w:val="0"/>
          <w:lang w:eastAsia="cs-CZ"/>
        </w:rPr>
        <w:tab/>
      </w:r>
    </w:p>
    <w:p w14:paraId="0BE19BDC" w14:textId="77777777"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DIČ: CZ70994234</w:t>
      </w:r>
    </w:p>
    <w:p w14:paraId="69250842" w14:textId="77777777" w:rsidR="001C2A3F" w:rsidRPr="001C2A3F" w:rsidRDefault="001C2A3F" w:rsidP="001C2A3F">
      <w:pPr>
        <w:tabs>
          <w:tab w:val="left" w:pos="567"/>
        </w:tabs>
        <w:spacing w:after="0" w:line="240" w:lineRule="auto"/>
        <w:ind w:left="567"/>
        <w:jc w:val="both"/>
        <w:rPr>
          <w:rFonts w:eastAsia="Times New Roman" w:cs="Arial"/>
          <w:snapToGrid w:val="0"/>
          <w:lang w:eastAsia="cs-CZ"/>
        </w:rPr>
      </w:pPr>
      <w:r w:rsidRPr="001C2A3F">
        <w:rPr>
          <w:rFonts w:eastAsia="Times New Roman" w:cs="Arial"/>
          <w:snapToGrid w:val="0"/>
          <w:lang w:eastAsia="cs-CZ"/>
        </w:rPr>
        <w:t>Zapsaná: v obchodním rejstříku vedeném Městským soudem v Praze, oddíl A, vložka 48384</w:t>
      </w:r>
    </w:p>
    <w:p w14:paraId="4CBAB4CD" w14:textId="78472137" w:rsidR="001C2A3F" w:rsidRPr="001C2A3F" w:rsidRDefault="001C2A3F" w:rsidP="001C2A3F">
      <w:pPr>
        <w:tabs>
          <w:tab w:val="left" w:pos="567"/>
          <w:tab w:val="left" w:pos="1985"/>
          <w:tab w:val="left" w:pos="3544"/>
        </w:tabs>
        <w:spacing w:after="0" w:line="240" w:lineRule="auto"/>
        <w:ind w:left="567" w:hanging="567"/>
        <w:jc w:val="both"/>
        <w:rPr>
          <w:rFonts w:eastAsia="Times New Roman" w:cs="Arial"/>
          <w:snapToGrid w:val="0"/>
          <w:lang w:eastAsia="cs-CZ"/>
        </w:rPr>
      </w:pPr>
      <w:r w:rsidRPr="001C2A3F">
        <w:rPr>
          <w:rFonts w:eastAsia="Times New Roman" w:cs="Arial"/>
          <w:snapToGrid w:val="0"/>
          <w:lang w:eastAsia="cs-CZ"/>
        </w:rPr>
        <w:tab/>
        <w:t>Zastoupená:</w:t>
      </w:r>
      <w:r w:rsidR="001142AD">
        <w:rPr>
          <w:rFonts w:eastAsia="Times New Roman" w:cs="Arial"/>
          <w:snapToGrid w:val="0"/>
          <w:lang w:eastAsia="cs-CZ"/>
        </w:rPr>
        <w:t xml:space="preserve"> </w:t>
      </w:r>
      <w:r w:rsidR="001142AD" w:rsidRPr="001C2A3F" w:rsidDel="001142AD">
        <w:rPr>
          <w:rFonts w:eastAsia="Times New Roman" w:cs="Arial"/>
          <w:snapToGrid w:val="0"/>
          <w:lang w:eastAsia="cs-CZ"/>
        </w:rPr>
        <w:t xml:space="preserve"> </w:t>
      </w:r>
      <w:r w:rsidRPr="001C2A3F">
        <w:rPr>
          <w:rFonts w:eastAsia="Times New Roman" w:cs="Arial"/>
          <w:b/>
          <w:snapToGrid w:val="0"/>
          <w:lang w:eastAsia="cs-CZ"/>
        </w:rPr>
        <w:t>Ing. Luborem Hrubešem</w:t>
      </w:r>
      <w:r w:rsidRPr="001C2A3F">
        <w:rPr>
          <w:rFonts w:eastAsia="Times New Roman" w:cs="Arial"/>
          <w:snapToGrid w:val="0"/>
          <w:lang w:eastAsia="cs-CZ"/>
        </w:rPr>
        <w:t>, ředitelem Oblastního ředitelství Hradec Králové</w:t>
      </w:r>
    </w:p>
    <w:p w14:paraId="31B6FABC" w14:textId="77777777" w:rsidR="001C2A3F" w:rsidRPr="001C2A3F" w:rsidRDefault="001C2A3F" w:rsidP="001C2A3F">
      <w:pPr>
        <w:tabs>
          <w:tab w:val="left" w:pos="567"/>
          <w:tab w:val="left" w:pos="1985"/>
          <w:tab w:val="left" w:pos="3544"/>
        </w:tabs>
        <w:spacing w:after="0" w:line="240" w:lineRule="auto"/>
        <w:jc w:val="both"/>
        <w:rPr>
          <w:rFonts w:eastAsia="Times New Roman" w:cs="Arial"/>
          <w:snapToGrid w:val="0"/>
          <w:lang w:eastAsia="cs-CZ"/>
        </w:rPr>
      </w:pPr>
      <w:r w:rsidRPr="001C2A3F">
        <w:rPr>
          <w:rFonts w:eastAsia="Times New Roman" w:cs="Arial"/>
          <w:snapToGrid w:val="0"/>
          <w:lang w:eastAsia="cs-CZ"/>
        </w:rPr>
        <w:tab/>
        <w:t>Bankovní spojení: Česká národní banka, č. účtu: 14606011/0710</w:t>
      </w:r>
    </w:p>
    <w:p w14:paraId="53BDC51A" w14:textId="77777777"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color w:val="FFFFFF"/>
          <w:lang w:eastAsia="cs-CZ"/>
        </w:rPr>
        <w:t xml:space="preserve">. </w:t>
      </w:r>
    </w:p>
    <w:p w14:paraId="323F693D" w14:textId="77777777" w:rsidR="001C2A3F" w:rsidRPr="005340CB" w:rsidRDefault="007162F4" w:rsidP="007162F4">
      <w:pPr>
        <w:tabs>
          <w:tab w:val="left" w:pos="567"/>
          <w:tab w:val="right" w:pos="5670"/>
        </w:tabs>
        <w:spacing w:after="0" w:line="240" w:lineRule="auto"/>
        <w:ind w:left="1021" w:hanging="1021"/>
        <w:jc w:val="both"/>
        <w:rPr>
          <w:rFonts w:eastAsia="Times New Roman" w:cs="Arial"/>
          <w:b/>
          <w:snapToGrid w:val="0"/>
          <w:lang w:eastAsia="cs-CZ"/>
        </w:rPr>
      </w:pPr>
      <w:r>
        <w:rPr>
          <w:rFonts w:eastAsia="Times New Roman" w:cs="Arial"/>
          <w:snapToGrid w:val="0"/>
          <w:lang w:eastAsia="cs-CZ"/>
        </w:rPr>
        <w:tab/>
      </w:r>
      <w:r w:rsidR="001C2A3F" w:rsidRPr="005340CB">
        <w:rPr>
          <w:rFonts w:eastAsia="Times New Roman" w:cs="Arial"/>
          <w:b/>
          <w:snapToGrid w:val="0"/>
          <w:lang w:eastAsia="cs-CZ"/>
        </w:rPr>
        <w:t>Kontaktní osoby:</w:t>
      </w:r>
    </w:p>
    <w:p w14:paraId="45B50720" w14:textId="77777777" w:rsidR="00633B07" w:rsidRDefault="001C2A3F" w:rsidP="001C2A3F">
      <w:pPr>
        <w:numPr>
          <w:ilvl w:val="0"/>
          <w:numId w:val="38"/>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ve věcech smluvních:</w:t>
      </w:r>
      <w:r w:rsidRPr="001C2A3F">
        <w:rPr>
          <w:rFonts w:eastAsia="Times New Roman" w:cs="Arial"/>
          <w:snapToGrid w:val="0"/>
          <w:lang w:eastAsia="cs-CZ"/>
        </w:rPr>
        <w:tab/>
      </w:r>
    </w:p>
    <w:p w14:paraId="4CDF38C8" w14:textId="46F5ADF8" w:rsidR="001C2A3F" w:rsidRPr="001C2A3F" w:rsidRDefault="001C2A3F" w:rsidP="00633B07">
      <w:pPr>
        <w:tabs>
          <w:tab w:val="left" w:pos="567"/>
          <w:tab w:val="left" w:pos="3544"/>
        </w:tabs>
        <w:spacing w:after="0" w:line="240" w:lineRule="auto"/>
        <w:ind w:left="1134"/>
        <w:rPr>
          <w:rFonts w:eastAsia="Times New Roman" w:cs="Arial"/>
          <w:snapToGrid w:val="0"/>
          <w:lang w:eastAsia="cs-CZ"/>
        </w:rPr>
      </w:pPr>
      <w:r w:rsidRPr="001C2A3F">
        <w:rPr>
          <w:rFonts w:eastAsia="Times New Roman" w:cs="Arial"/>
          <w:snapToGrid w:val="0"/>
          <w:lang w:eastAsia="cs-CZ"/>
        </w:rPr>
        <w:t>Mgr. Filip Kudláček, tel.: 972 342 048, Kudlacek@</w:t>
      </w:r>
      <w:r w:rsidR="00323A95">
        <w:rPr>
          <w:rFonts w:eastAsia="Times New Roman" w:cs="Arial"/>
          <w:snapToGrid w:val="0"/>
          <w:lang w:eastAsia="cs-CZ"/>
        </w:rPr>
        <w:t>spravazeleznic</w:t>
      </w:r>
      <w:r w:rsidRPr="001C2A3F">
        <w:rPr>
          <w:rFonts w:eastAsia="Times New Roman" w:cs="Arial"/>
          <w:snapToGrid w:val="0"/>
          <w:lang w:eastAsia="cs-CZ"/>
        </w:rPr>
        <w:t>.cz</w:t>
      </w:r>
    </w:p>
    <w:p w14:paraId="2A92288C" w14:textId="37900717" w:rsidR="001C2A3F" w:rsidRPr="001C2A3F" w:rsidRDefault="001C2A3F" w:rsidP="00C7430B">
      <w:pPr>
        <w:tabs>
          <w:tab w:val="left" w:pos="567"/>
          <w:tab w:val="left" w:pos="3544"/>
        </w:tabs>
        <w:spacing w:after="0" w:line="240" w:lineRule="auto"/>
        <w:ind w:left="1134"/>
        <w:rPr>
          <w:rFonts w:eastAsia="Times New Roman" w:cs="Arial"/>
          <w:snapToGrid w:val="0"/>
          <w:lang w:eastAsia="cs-CZ"/>
        </w:rPr>
      </w:pPr>
      <w:r w:rsidRPr="001C2A3F">
        <w:rPr>
          <w:rFonts w:eastAsia="Times New Roman" w:cs="Arial"/>
          <w:snapToGrid w:val="0"/>
          <w:lang w:eastAsia="cs-CZ"/>
        </w:rPr>
        <w:t xml:space="preserve">Ing. Jan Jirowetz, tel.: 972 341 425, </w:t>
      </w:r>
      <w:r w:rsidR="00633B07" w:rsidRPr="00C7430B">
        <w:rPr>
          <w:rFonts w:eastAsia="Times New Roman" w:cs="Arial"/>
          <w:snapToGrid w:val="0"/>
          <w:lang w:eastAsia="cs-CZ"/>
        </w:rPr>
        <w:t>ORHKRzvz@</w:t>
      </w:r>
      <w:r w:rsidR="00323A95">
        <w:rPr>
          <w:rFonts w:eastAsia="Times New Roman" w:cs="Arial"/>
          <w:snapToGrid w:val="0"/>
          <w:lang w:eastAsia="cs-CZ"/>
        </w:rPr>
        <w:t>spravazeleznic</w:t>
      </w:r>
      <w:r w:rsidR="00633B07" w:rsidRPr="00C7430B">
        <w:rPr>
          <w:rFonts w:eastAsia="Times New Roman" w:cs="Arial"/>
          <w:snapToGrid w:val="0"/>
          <w:lang w:eastAsia="cs-CZ"/>
        </w:rPr>
        <w:t xml:space="preserve">.cz </w:t>
      </w:r>
    </w:p>
    <w:p w14:paraId="442A5F2C" w14:textId="77777777" w:rsidR="005031D0" w:rsidRDefault="001C2A3F" w:rsidP="005031D0">
      <w:pPr>
        <w:numPr>
          <w:ilvl w:val="0"/>
          <w:numId w:val="38"/>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ve věcech technických:</w:t>
      </w:r>
      <w:r w:rsidR="005031D0">
        <w:rPr>
          <w:rFonts w:eastAsia="Times New Roman" w:cs="Arial"/>
          <w:snapToGrid w:val="0"/>
          <w:lang w:eastAsia="cs-CZ"/>
        </w:rPr>
        <w:tab/>
      </w:r>
    </w:p>
    <w:p w14:paraId="2891EC6F" w14:textId="473FF40E" w:rsidR="005031D0" w:rsidRPr="005031D0" w:rsidRDefault="005031D0" w:rsidP="00C7430B">
      <w:pPr>
        <w:tabs>
          <w:tab w:val="left" w:pos="567"/>
          <w:tab w:val="left" w:pos="3544"/>
        </w:tabs>
        <w:spacing w:after="0" w:line="240" w:lineRule="auto"/>
        <w:ind w:left="1134"/>
        <w:rPr>
          <w:rFonts w:eastAsia="Times New Roman" w:cs="Arial"/>
          <w:snapToGrid w:val="0"/>
          <w:lang w:eastAsia="cs-CZ"/>
        </w:rPr>
      </w:pPr>
      <w:r w:rsidRPr="005031D0">
        <w:rPr>
          <w:rFonts w:eastAsia="Times New Roman" w:cs="Arial"/>
          <w:snapToGrid w:val="0"/>
          <w:lang w:eastAsia="cs-CZ"/>
        </w:rPr>
        <w:t>Ing. Jindřich Červený, tel.: 724 594 518,</w:t>
      </w:r>
      <w:r>
        <w:rPr>
          <w:rFonts w:eastAsia="Times New Roman" w:cs="Arial"/>
          <w:snapToGrid w:val="0"/>
          <w:lang w:eastAsia="cs-CZ"/>
        </w:rPr>
        <w:t xml:space="preserve"> </w:t>
      </w:r>
      <w:r w:rsidRPr="005031D0">
        <w:rPr>
          <w:rFonts w:eastAsia="Times New Roman" w:cs="Arial"/>
          <w:snapToGrid w:val="0"/>
          <w:lang w:eastAsia="cs-CZ"/>
        </w:rPr>
        <w:t>Cerveny@</w:t>
      </w:r>
      <w:r w:rsidR="001142AD">
        <w:rPr>
          <w:rFonts w:eastAsia="Times New Roman" w:cs="Arial"/>
          <w:snapToGrid w:val="0"/>
          <w:lang w:eastAsia="cs-CZ"/>
        </w:rPr>
        <w:t>s</w:t>
      </w:r>
      <w:r w:rsidR="00323A95">
        <w:rPr>
          <w:rFonts w:eastAsia="Times New Roman" w:cs="Arial"/>
          <w:snapToGrid w:val="0"/>
          <w:lang w:eastAsia="cs-CZ"/>
        </w:rPr>
        <w:t>pravazeleznic</w:t>
      </w:r>
      <w:r w:rsidRPr="005031D0">
        <w:rPr>
          <w:rFonts w:eastAsia="Times New Roman" w:cs="Arial"/>
          <w:snapToGrid w:val="0"/>
          <w:lang w:eastAsia="cs-CZ"/>
        </w:rPr>
        <w:t>.cz</w:t>
      </w:r>
    </w:p>
    <w:p w14:paraId="6D97DF2F" w14:textId="2632D1B6" w:rsidR="002F7867" w:rsidRDefault="002F7867" w:rsidP="002F7867">
      <w:pPr>
        <w:tabs>
          <w:tab w:val="left" w:pos="567"/>
          <w:tab w:val="left" w:pos="3544"/>
        </w:tabs>
        <w:spacing w:after="0" w:line="240" w:lineRule="auto"/>
        <w:ind w:left="1134"/>
        <w:rPr>
          <w:rFonts w:eastAsia="Times New Roman" w:cs="Arial"/>
          <w:snapToGrid w:val="0"/>
          <w:lang w:eastAsia="cs-CZ"/>
        </w:rPr>
      </w:pPr>
      <w:r>
        <w:rPr>
          <w:rFonts w:eastAsia="Times New Roman" w:cs="Arial"/>
          <w:snapToGrid w:val="0"/>
          <w:lang w:eastAsia="cs-CZ"/>
        </w:rPr>
        <w:t xml:space="preserve">Ing. Petr Albrecht, tel.: </w:t>
      </w:r>
      <w:r w:rsidRPr="00334139">
        <w:rPr>
          <w:rFonts w:eastAsia="Times New Roman" w:cs="Arial"/>
          <w:snapToGrid w:val="0"/>
          <w:lang w:eastAsia="cs-CZ"/>
        </w:rPr>
        <w:t>607 547 819</w:t>
      </w:r>
      <w:r>
        <w:rPr>
          <w:rFonts w:eastAsia="Times New Roman" w:cs="Arial"/>
          <w:snapToGrid w:val="0"/>
          <w:lang w:eastAsia="cs-CZ"/>
        </w:rPr>
        <w:t xml:space="preserve">, </w:t>
      </w:r>
      <w:r w:rsidRPr="006102A6">
        <w:t>Albrecht@</w:t>
      </w:r>
      <w:r w:rsidR="00323A95">
        <w:rPr>
          <w:rFonts w:eastAsia="Times New Roman" w:cs="Arial"/>
          <w:snapToGrid w:val="0"/>
          <w:lang w:eastAsia="cs-CZ"/>
        </w:rPr>
        <w:t>spravazeleznic</w:t>
      </w:r>
      <w:r w:rsidRPr="006102A6">
        <w:t>.cz</w:t>
      </w:r>
    </w:p>
    <w:p w14:paraId="64D1C503" w14:textId="77777777" w:rsidR="001C2A3F" w:rsidRPr="001C2A3F" w:rsidRDefault="001C2A3F" w:rsidP="00067B13">
      <w:pPr>
        <w:tabs>
          <w:tab w:val="left" w:pos="567"/>
          <w:tab w:val="left" w:pos="3544"/>
        </w:tabs>
        <w:spacing w:after="0" w:line="240" w:lineRule="auto"/>
        <w:ind w:left="1134"/>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p>
    <w:p w14:paraId="5E7FE62B" w14:textId="77777777" w:rsidR="008D6EDE" w:rsidRPr="005340CB" w:rsidRDefault="001C2A3F" w:rsidP="001C2A3F">
      <w:pPr>
        <w:tabs>
          <w:tab w:val="left" w:pos="426"/>
          <w:tab w:val="left" w:pos="1985"/>
          <w:tab w:val="left" w:pos="4395"/>
        </w:tabs>
        <w:spacing w:after="0" w:line="240" w:lineRule="auto"/>
        <w:rPr>
          <w:rFonts w:eastAsia="Times New Roman" w:cs="Arial"/>
          <w:b/>
          <w:snapToGrid w:val="0"/>
          <w:lang w:eastAsia="cs-CZ"/>
        </w:rPr>
      </w:pPr>
      <w:r w:rsidRPr="005340CB">
        <w:rPr>
          <w:rFonts w:eastAsia="Times New Roman" w:cs="Arial"/>
          <w:b/>
          <w:snapToGrid w:val="0"/>
          <w:lang w:eastAsia="cs-CZ"/>
        </w:rPr>
        <w:tab/>
      </w:r>
      <w:r w:rsidR="007162F4" w:rsidRPr="005340CB">
        <w:rPr>
          <w:rFonts w:eastAsia="Times New Roman" w:cs="Arial"/>
          <w:b/>
          <w:snapToGrid w:val="0"/>
          <w:lang w:eastAsia="cs-CZ"/>
        </w:rPr>
        <w:t xml:space="preserve">   </w:t>
      </w:r>
    </w:p>
    <w:p w14:paraId="6BADF6E8" w14:textId="77777777" w:rsidR="008D6EDE" w:rsidRPr="005340CB" w:rsidRDefault="005340CB" w:rsidP="005340CB">
      <w:pPr>
        <w:tabs>
          <w:tab w:val="left" w:pos="426"/>
          <w:tab w:val="left" w:pos="1985"/>
          <w:tab w:val="left" w:pos="4395"/>
        </w:tabs>
        <w:spacing w:after="0" w:line="240" w:lineRule="auto"/>
        <w:ind w:left="567"/>
        <w:rPr>
          <w:rFonts w:eastAsia="Times New Roman" w:cs="Arial"/>
          <w:b/>
          <w:snapToGrid w:val="0"/>
          <w:lang w:eastAsia="cs-CZ"/>
        </w:rPr>
      </w:pPr>
      <w:r w:rsidRPr="005340CB">
        <w:rPr>
          <w:rFonts w:eastAsia="Times New Roman" w:cs="Arial"/>
          <w:b/>
          <w:snapToGrid w:val="0"/>
          <w:lang w:eastAsia="cs-CZ"/>
        </w:rPr>
        <w:t>Kontakt</w:t>
      </w:r>
      <w:r>
        <w:rPr>
          <w:rFonts w:eastAsia="Times New Roman" w:cs="Arial"/>
          <w:b/>
          <w:snapToGrid w:val="0"/>
          <w:lang w:eastAsia="cs-CZ"/>
        </w:rPr>
        <w:t>:</w:t>
      </w:r>
    </w:p>
    <w:p w14:paraId="0BE602B8" w14:textId="77777777" w:rsidR="008D6EDE" w:rsidRDefault="008D6EDE" w:rsidP="005340CB">
      <w:pPr>
        <w:tabs>
          <w:tab w:val="left" w:pos="426"/>
          <w:tab w:val="left" w:pos="1985"/>
          <w:tab w:val="left" w:pos="4395"/>
        </w:tabs>
        <w:spacing w:after="0" w:line="240" w:lineRule="auto"/>
        <w:ind w:left="567"/>
        <w:rPr>
          <w:rFonts w:eastAsia="Times New Roman" w:cs="Arial"/>
          <w:snapToGrid w:val="0"/>
          <w:lang w:eastAsia="cs-CZ"/>
        </w:rPr>
      </w:pPr>
    </w:p>
    <w:p w14:paraId="1202F7A2" w14:textId="77777777" w:rsidR="001C2A3F" w:rsidRPr="008D6EDE" w:rsidRDefault="005340CB" w:rsidP="005340CB">
      <w:pPr>
        <w:tabs>
          <w:tab w:val="left" w:pos="567"/>
          <w:tab w:val="left" w:pos="1985"/>
          <w:tab w:val="left" w:pos="4395"/>
        </w:tabs>
        <w:spacing w:after="0" w:line="240" w:lineRule="auto"/>
        <w:ind w:left="567"/>
        <w:rPr>
          <w:rFonts w:eastAsia="Times New Roman" w:cs="Arial"/>
          <w:b/>
          <w:snapToGrid w:val="0"/>
          <w:lang w:eastAsia="cs-CZ"/>
        </w:rPr>
      </w:pPr>
      <w:r>
        <w:rPr>
          <w:rFonts w:eastAsia="Times New Roman" w:cs="Arial"/>
          <w:b/>
          <w:snapToGrid w:val="0"/>
          <w:lang w:eastAsia="cs-CZ"/>
        </w:rPr>
        <w:t>Korespondenční adresa:</w:t>
      </w:r>
    </w:p>
    <w:p w14:paraId="16E2AA77" w14:textId="77777777" w:rsidR="001C2A3F" w:rsidRPr="001C2A3F" w:rsidRDefault="007162F4" w:rsidP="007162F4">
      <w:pPr>
        <w:spacing w:after="0" w:line="240" w:lineRule="auto"/>
        <w:jc w:val="both"/>
        <w:rPr>
          <w:rFonts w:eastAsia="Times New Roman" w:cs="Arial"/>
          <w:snapToGrid w:val="0"/>
          <w:lang w:eastAsia="cs-CZ"/>
        </w:rPr>
      </w:pPr>
      <w:r>
        <w:rPr>
          <w:rFonts w:eastAsia="Times New Roman" w:cs="Arial"/>
          <w:snapToGrid w:val="0"/>
          <w:lang w:eastAsia="cs-CZ"/>
        </w:rPr>
        <w:t xml:space="preserve">          </w:t>
      </w:r>
      <w:r w:rsidR="006F2CAF">
        <w:rPr>
          <w:rFonts w:eastAsia="Times New Roman" w:cs="Arial"/>
          <w:snapToGrid w:val="0"/>
          <w:lang w:eastAsia="cs-CZ"/>
        </w:rPr>
        <w:t>Správa železnic</w:t>
      </w:r>
      <w:r w:rsidR="001C2A3F" w:rsidRPr="001C2A3F">
        <w:rPr>
          <w:rFonts w:eastAsia="Times New Roman" w:cs="Arial"/>
          <w:snapToGrid w:val="0"/>
          <w:lang w:eastAsia="cs-CZ"/>
        </w:rPr>
        <w:t>, státní organizace</w:t>
      </w:r>
    </w:p>
    <w:p w14:paraId="10B25BF1" w14:textId="77777777" w:rsidR="001C2A3F" w:rsidRPr="001C2A3F" w:rsidRDefault="001C2A3F" w:rsidP="009020DB">
      <w:pPr>
        <w:spacing w:after="0" w:line="240" w:lineRule="auto"/>
        <w:ind w:firstLine="624"/>
        <w:jc w:val="both"/>
        <w:rPr>
          <w:rFonts w:eastAsia="Times New Roman" w:cs="Arial"/>
          <w:snapToGrid w:val="0"/>
          <w:lang w:eastAsia="cs-CZ"/>
        </w:rPr>
      </w:pPr>
      <w:r w:rsidRPr="001C2A3F">
        <w:rPr>
          <w:rFonts w:eastAsia="Times New Roman" w:cs="Arial"/>
          <w:snapToGrid w:val="0"/>
          <w:lang w:eastAsia="cs-CZ"/>
        </w:rPr>
        <w:t>Oblastní ředitelství Hradec Králové</w:t>
      </w:r>
    </w:p>
    <w:p w14:paraId="257DF5AF" w14:textId="77777777" w:rsidR="001C2A3F" w:rsidRPr="001C2A3F" w:rsidRDefault="001C2A3F" w:rsidP="009020DB">
      <w:pPr>
        <w:spacing w:after="0" w:line="240" w:lineRule="auto"/>
        <w:ind w:firstLine="624"/>
        <w:jc w:val="both"/>
        <w:rPr>
          <w:rFonts w:eastAsia="Times New Roman" w:cs="Arial"/>
          <w:snapToGrid w:val="0"/>
          <w:lang w:eastAsia="cs-CZ"/>
        </w:rPr>
      </w:pPr>
      <w:r w:rsidRPr="001C2A3F">
        <w:rPr>
          <w:rFonts w:eastAsia="Times New Roman" w:cs="Arial"/>
          <w:snapToGrid w:val="0"/>
          <w:lang w:eastAsia="cs-CZ"/>
        </w:rPr>
        <w:t xml:space="preserve">U </w:t>
      </w:r>
      <w:proofErr w:type="spellStart"/>
      <w:r w:rsidRPr="001C2A3F">
        <w:rPr>
          <w:rFonts w:eastAsia="Times New Roman" w:cs="Arial"/>
          <w:snapToGrid w:val="0"/>
          <w:lang w:eastAsia="cs-CZ"/>
        </w:rPr>
        <w:t>Fotochemy</w:t>
      </w:r>
      <w:proofErr w:type="spellEnd"/>
      <w:r w:rsidRPr="001C2A3F">
        <w:rPr>
          <w:rFonts w:eastAsia="Times New Roman" w:cs="Arial"/>
          <w:snapToGrid w:val="0"/>
          <w:lang w:eastAsia="cs-CZ"/>
        </w:rPr>
        <w:t xml:space="preserve"> 259, poštovní schránka 26</w:t>
      </w:r>
    </w:p>
    <w:p w14:paraId="6C46F8D6" w14:textId="77777777" w:rsidR="001C2A3F" w:rsidRPr="001C2A3F" w:rsidRDefault="001C2A3F" w:rsidP="009020DB">
      <w:pPr>
        <w:spacing w:after="0" w:line="240" w:lineRule="auto"/>
        <w:ind w:firstLine="624"/>
        <w:jc w:val="both"/>
        <w:rPr>
          <w:rFonts w:eastAsia="Times New Roman" w:cs="Arial"/>
          <w:snapToGrid w:val="0"/>
          <w:lang w:eastAsia="cs-CZ"/>
        </w:rPr>
      </w:pPr>
      <w:r w:rsidRPr="001C2A3F">
        <w:rPr>
          <w:rFonts w:eastAsia="Times New Roman" w:cs="Arial"/>
          <w:snapToGrid w:val="0"/>
          <w:lang w:eastAsia="cs-CZ"/>
        </w:rPr>
        <w:t>501 01 Hradec Králové</w:t>
      </w:r>
    </w:p>
    <w:p w14:paraId="79C527C5" w14:textId="77777777" w:rsidR="001C2A3F" w:rsidRDefault="001C2A3F" w:rsidP="001C2A3F">
      <w:pPr>
        <w:pStyle w:val="Textbezodsazen"/>
      </w:pPr>
    </w:p>
    <w:p w14:paraId="1B939E7D" w14:textId="77777777" w:rsidR="008D6EDE" w:rsidRPr="001D580D" w:rsidRDefault="008D6EDE" w:rsidP="008D6EDE">
      <w:pPr>
        <w:pStyle w:val="Textbezodsazen"/>
        <w:ind w:left="567"/>
        <w:rPr>
          <w:b/>
        </w:rPr>
      </w:pPr>
      <w:r w:rsidRPr="001D580D">
        <w:rPr>
          <w:b/>
        </w:rPr>
        <w:t>Adresa pro zasílání elektronických faktur:</w:t>
      </w:r>
    </w:p>
    <w:p w14:paraId="0933E6DF" w14:textId="58D39C5E" w:rsidR="008D6EDE" w:rsidRDefault="008D6EDE" w:rsidP="008D6EDE">
      <w:pPr>
        <w:pStyle w:val="Textbezodsazen"/>
        <w:ind w:firstLine="567"/>
      </w:pPr>
      <w:r>
        <w:t xml:space="preserve">E-mail: </w:t>
      </w:r>
      <w:r w:rsidR="00BE0639">
        <w:t>ePodatelnaORHKR@</w:t>
      </w:r>
      <w:r w:rsidR="00323A95">
        <w:rPr>
          <w:rFonts w:eastAsia="Times New Roman" w:cs="Arial"/>
          <w:snapToGrid w:val="0"/>
          <w:lang w:eastAsia="cs-CZ"/>
        </w:rPr>
        <w:t>spravazeleznic</w:t>
      </w:r>
      <w:r w:rsidR="00BE0639">
        <w:t>.cz</w:t>
      </w:r>
    </w:p>
    <w:p w14:paraId="272CBB1A" w14:textId="77777777" w:rsidR="008D6EDE" w:rsidRDefault="008D6EDE" w:rsidP="00436951">
      <w:pPr>
        <w:pStyle w:val="Textbezodsazen"/>
        <w:spacing w:after="0"/>
      </w:pPr>
    </w:p>
    <w:p w14:paraId="7A128FDC" w14:textId="7FCCA815" w:rsidR="00B42F40" w:rsidRPr="0052014E" w:rsidRDefault="009020DB" w:rsidP="00436951">
      <w:pPr>
        <w:pStyle w:val="Textbezodsazen"/>
        <w:spacing w:after="0"/>
        <w:rPr>
          <w:b/>
        </w:rPr>
      </w:pPr>
      <w:r>
        <w:t xml:space="preserve">          </w:t>
      </w:r>
      <w:r w:rsidR="001C2A3F" w:rsidRPr="00E840A1">
        <w:t xml:space="preserve">číslo smlouvy: </w:t>
      </w:r>
      <w:r w:rsidR="00E840A1" w:rsidRPr="0052014E">
        <w:rPr>
          <w:b/>
        </w:rPr>
        <w:t>K64000</w:t>
      </w:r>
      <w:r w:rsidR="002F7867">
        <w:rPr>
          <w:b/>
        </w:rPr>
        <w:t>8</w:t>
      </w:r>
      <w:r w:rsidR="00E840A1" w:rsidRPr="0052014E">
        <w:rPr>
          <w:b/>
        </w:rPr>
        <w:t>40020</w:t>
      </w:r>
    </w:p>
    <w:p w14:paraId="3525ECB3" w14:textId="19DF808B" w:rsidR="00436951" w:rsidRDefault="00436951" w:rsidP="006F3400">
      <w:pPr>
        <w:pStyle w:val="Textbezodsazen"/>
        <w:spacing w:after="0"/>
        <w:rPr>
          <w:b/>
        </w:rPr>
      </w:pPr>
      <w:r w:rsidRPr="0052014E">
        <w:t xml:space="preserve">          ev. č. registru VZ: </w:t>
      </w:r>
      <w:r w:rsidR="00E840A1" w:rsidRPr="0052014E">
        <w:rPr>
          <w:b/>
        </w:rPr>
        <w:t>64020</w:t>
      </w:r>
      <w:r w:rsidR="00AE4FB0">
        <w:rPr>
          <w:b/>
        </w:rPr>
        <w:t>160</w:t>
      </w:r>
    </w:p>
    <w:p w14:paraId="0AF65996" w14:textId="736BBE74" w:rsidR="006F3400" w:rsidRDefault="006F3400" w:rsidP="006F3400">
      <w:pPr>
        <w:pStyle w:val="Textbezodsazen"/>
        <w:spacing w:after="0"/>
        <w:ind w:left="630"/>
        <w:rPr>
          <w:b/>
        </w:rPr>
      </w:pPr>
      <w:r w:rsidRPr="00B42F40">
        <w:t xml:space="preserve">číslo </w:t>
      </w:r>
      <w:r>
        <w:t>jednací</w:t>
      </w:r>
      <w:r w:rsidRPr="00B42F40">
        <w:t xml:space="preserve">: </w:t>
      </w:r>
      <w:r w:rsidR="00334A70" w:rsidRPr="00334A70">
        <w:t>18242/2020-SŽ-OŘ HKR-SSZT HKR</w:t>
      </w:r>
      <w:bookmarkStart w:id="1" w:name="_GoBack"/>
      <w:bookmarkEnd w:id="1"/>
    </w:p>
    <w:p w14:paraId="27D778B4" w14:textId="77777777" w:rsidR="00C64F72" w:rsidRDefault="00C64F72" w:rsidP="006F3400">
      <w:pPr>
        <w:pStyle w:val="Textbezodsazen"/>
        <w:spacing w:after="0"/>
        <w:ind w:left="630"/>
      </w:pPr>
      <w:r w:rsidRPr="00C64F72">
        <w:t>ISPROFOND</w:t>
      </w:r>
      <w:r>
        <w:t>:</w:t>
      </w:r>
      <w:r w:rsidRPr="00C64F72">
        <w:rPr>
          <w:rFonts w:ascii="Verdana" w:hAnsi="Verdana"/>
          <w:sz w:val="24"/>
          <w:szCs w:val="24"/>
          <w:lang w:eastAsia="cs-CZ"/>
        </w:rPr>
        <w:t xml:space="preserve"> </w:t>
      </w:r>
      <w:r w:rsidRPr="00C64F72">
        <w:t>5003540011</w:t>
      </w:r>
      <w:r>
        <w:t xml:space="preserve"> </w:t>
      </w:r>
    </w:p>
    <w:p w14:paraId="103E677D" w14:textId="77777777" w:rsidR="006F3400" w:rsidRPr="006F3400" w:rsidRDefault="006F3400" w:rsidP="006F3400">
      <w:pPr>
        <w:pStyle w:val="Textbezodsazen"/>
        <w:spacing w:after="0"/>
      </w:pPr>
    </w:p>
    <w:p w14:paraId="4514CE92" w14:textId="77777777" w:rsidR="00067B13" w:rsidRPr="00067B13" w:rsidRDefault="00067B13" w:rsidP="009020DB">
      <w:pPr>
        <w:pStyle w:val="Textbezodsazen"/>
      </w:pPr>
      <w:r>
        <w:rPr>
          <w:b/>
        </w:rPr>
        <w:t xml:space="preserve">          </w:t>
      </w:r>
      <w:r w:rsidRPr="00067B13">
        <w:t>(dále jen „kupující“) na straně jedné</w:t>
      </w:r>
    </w:p>
    <w:p w14:paraId="4A459EAA" w14:textId="09BF21CE" w:rsidR="00E840A1" w:rsidRDefault="00F422D3" w:rsidP="009020DB">
      <w:pPr>
        <w:pStyle w:val="Textbezodsazen"/>
        <w:ind w:firstLine="709"/>
      </w:pPr>
      <w:r w:rsidRPr="00B42F40">
        <w:t>a</w:t>
      </w:r>
    </w:p>
    <w:p w14:paraId="04809E00" w14:textId="77777777" w:rsidR="00E840A1" w:rsidRDefault="00E840A1">
      <w:r>
        <w:br w:type="page"/>
      </w:r>
    </w:p>
    <w:p w14:paraId="6BE4C19D" w14:textId="77777777" w:rsidR="009020DB" w:rsidRPr="009020DB" w:rsidRDefault="00067B13" w:rsidP="00067B13">
      <w:pPr>
        <w:tabs>
          <w:tab w:val="left" w:pos="567"/>
          <w:tab w:val="left" w:pos="1985"/>
          <w:tab w:val="right" w:pos="5670"/>
        </w:tabs>
        <w:spacing w:after="0" w:line="240" w:lineRule="auto"/>
        <w:contextualSpacing/>
        <w:jc w:val="both"/>
        <w:rPr>
          <w:rFonts w:eastAsia="Times New Roman" w:cs="Arial"/>
          <w:b/>
          <w:snapToGrid w:val="0"/>
          <w:lang w:eastAsia="cs-CZ"/>
        </w:rPr>
      </w:pPr>
      <w:r>
        <w:rPr>
          <w:rFonts w:eastAsia="Times New Roman" w:cs="Arial"/>
          <w:b/>
          <w:snapToGrid w:val="0"/>
          <w:lang w:eastAsia="cs-CZ"/>
        </w:rPr>
        <w:lastRenderedPageBreak/>
        <w:tab/>
        <w:t>Prodávající</w:t>
      </w:r>
      <w:r w:rsidR="009020DB" w:rsidRPr="009020DB">
        <w:rPr>
          <w:rFonts w:eastAsia="Times New Roman" w:cs="Arial"/>
          <w:b/>
          <w:snapToGrid w:val="0"/>
          <w:lang w:eastAsia="cs-CZ"/>
        </w:rPr>
        <w:t>:</w:t>
      </w:r>
      <w:r w:rsidR="009020DB" w:rsidRPr="009020DB">
        <w:rPr>
          <w:rFonts w:eastAsia="Times New Roman" w:cs="Arial"/>
          <w:b/>
          <w:snapToGrid w:val="0"/>
          <w:lang w:eastAsia="cs-CZ"/>
        </w:rPr>
        <w:tab/>
      </w:r>
    </w:p>
    <w:p w14:paraId="41E4866B" w14:textId="77777777" w:rsidR="009020DB" w:rsidRPr="009020DB" w:rsidRDefault="009020DB" w:rsidP="009020DB">
      <w:pPr>
        <w:tabs>
          <w:tab w:val="left" w:pos="567"/>
          <w:tab w:val="left" w:pos="1985"/>
          <w:tab w:val="right" w:pos="5670"/>
        </w:tabs>
        <w:spacing w:before="120" w:after="0" w:line="240" w:lineRule="auto"/>
        <w:jc w:val="both"/>
        <w:rPr>
          <w:rFonts w:eastAsia="Times New Roman" w:cs="Arial"/>
          <w:snapToGrid w:val="0"/>
          <w:lang w:eastAsia="cs-CZ"/>
        </w:rPr>
      </w:pPr>
      <w:r w:rsidRPr="009020DB">
        <w:rPr>
          <w:rFonts w:eastAsia="Times New Roman" w:cs="Arial"/>
          <w:b/>
          <w:snapToGrid w:val="0"/>
          <w:lang w:eastAsia="cs-CZ"/>
        </w:rPr>
        <w:tab/>
      </w:r>
      <w:r w:rsidRPr="009020DB">
        <w:rPr>
          <w:rFonts w:eastAsia="Times New Roman" w:cs="Arial"/>
          <w:snapToGrid w:val="0"/>
          <w:lang w:eastAsia="cs-CZ"/>
        </w:rPr>
        <w:t>Název:</w:t>
      </w:r>
      <w:r w:rsidRPr="009020DB">
        <w:rPr>
          <w:rFonts w:eastAsia="Times New Roman" w:cs="Arial"/>
          <w:b/>
          <w:snapToGrid w:val="0"/>
          <w:lang w:eastAsia="cs-CZ"/>
        </w:rPr>
        <w:t xml:space="preserve"> </w:t>
      </w:r>
      <w:r w:rsidRPr="009020DB">
        <w:rPr>
          <w:rFonts w:eastAsia="Times New Roman" w:cs="Arial"/>
          <w:b/>
          <w:snapToGrid w:val="0"/>
          <w:lang w:eastAsia="cs-CZ"/>
        </w:rPr>
        <w:fldChar w:fldCharType="begin">
          <w:ffData>
            <w:name w:val="Text7"/>
            <w:enabled/>
            <w:calcOnExit w:val="0"/>
            <w:textInput/>
          </w:ffData>
        </w:fldChar>
      </w:r>
      <w:r w:rsidRPr="009020DB">
        <w:rPr>
          <w:rFonts w:eastAsia="Times New Roman" w:cs="Arial"/>
          <w:b/>
          <w:snapToGrid w:val="0"/>
          <w:lang w:eastAsia="cs-CZ"/>
        </w:rPr>
        <w:instrText xml:space="preserve"> FORMTEXT </w:instrText>
      </w:r>
      <w:r w:rsidRPr="009020DB">
        <w:rPr>
          <w:rFonts w:eastAsia="Times New Roman" w:cs="Arial"/>
          <w:b/>
          <w:snapToGrid w:val="0"/>
          <w:lang w:eastAsia="cs-CZ"/>
        </w:rPr>
      </w:r>
      <w:r w:rsidRPr="009020DB">
        <w:rPr>
          <w:rFonts w:eastAsia="Times New Roman" w:cs="Arial"/>
          <w:b/>
          <w:snapToGrid w:val="0"/>
          <w:lang w:eastAsia="cs-CZ"/>
        </w:rPr>
        <w:fldChar w:fldCharType="separate"/>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fldChar w:fldCharType="end"/>
      </w:r>
      <w:r w:rsidRPr="009020DB">
        <w:rPr>
          <w:rFonts w:eastAsia="Times New Roman" w:cs="Arial"/>
          <w:snapToGrid w:val="0"/>
          <w:lang w:eastAsia="cs-CZ"/>
        </w:rPr>
        <w:tab/>
      </w:r>
    </w:p>
    <w:p w14:paraId="77057D60" w14:textId="77777777" w:rsidR="009020DB" w:rsidRPr="009020DB" w:rsidRDefault="009020DB" w:rsidP="009020DB">
      <w:pPr>
        <w:tabs>
          <w:tab w:val="left" w:pos="567"/>
          <w:tab w:val="left" w:pos="1985"/>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Sídlo: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PSČ </w:t>
      </w:r>
      <w:r w:rsidRPr="009020DB">
        <w:rPr>
          <w:rFonts w:eastAsia="Times New Roman" w:cs="Arial"/>
          <w:snapToGrid w:val="0"/>
          <w:lang w:eastAsia="cs-CZ"/>
        </w:rPr>
        <w:fldChar w:fldCharType="begin">
          <w:ffData>
            <w:name w:val="Text1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28A7C928" w14:textId="77777777"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IČO: </w:t>
      </w:r>
      <w:r w:rsidRPr="009020DB">
        <w:rPr>
          <w:rFonts w:eastAsia="Times New Roman" w:cs="Arial"/>
          <w:snapToGrid w:val="0"/>
          <w:lang w:eastAsia="cs-CZ"/>
        </w:rPr>
        <w:fldChar w:fldCharType="begin">
          <w:ffData>
            <w:name w:val="Text1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47DCD1FB" w14:textId="77777777" w:rsidR="009020DB" w:rsidRPr="009020DB" w:rsidRDefault="009020DB" w:rsidP="009020DB">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DIČ: </w:t>
      </w:r>
      <w:r w:rsidRPr="009020DB">
        <w:rPr>
          <w:rFonts w:eastAsia="Times New Roman" w:cs="Arial"/>
          <w:snapToGrid w:val="0"/>
          <w:lang w:eastAsia="cs-CZ"/>
        </w:rPr>
        <w:fldChar w:fldCharType="begin">
          <w:ffData>
            <w:name w:val="Text12"/>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7D706AD6" w14:textId="77777777" w:rsidR="009020DB" w:rsidRPr="009020DB" w:rsidRDefault="009020DB" w:rsidP="009020DB">
      <w:pPr>
        <w:tabs>
          <w:tab w:val="left" w:pos="567"/>
        </w:tabs>
        <w:spacing w:after="0" w:line="240" w:lineRule="auto"/>
        <w:ind w:left="567"/>
        <w:jc w:val="both"/>
        <w:rPr>
          <w:rFonts w:eastAsia="Times New Roman" w:cs="Arial"/>
          <w:snapToGrid w:val="0"/>
          <w:lang w:eastAsia="cs-CZ"/>
        </w:rPr>
      </w:pPr>
      <w:r w:rsidRPr="009020DB">
        <w:rPr>
          <w:rFonts w:eastAsia="Times New Roman" w:cs="Arial"/>
          <w:snapToGrid w:val="0"/>
          <w:lang w:eastAsia="cs-CZ"/>
        </w:rPr>
        <w:t xml:space="preserve">Zapsaná: v obchodním rejstříku vedeném </w:t>
      </w:r>
      <w:r w:rsidRPr="009020DB">
        <w:rPr>
          <w:rFonts w:eastAsia="Times New Roman" w:cs="Arial"/>
          <w:snapToGrid w:val="0"/>
          <w:lang w:eastAsia="cs-CZ"/>
        </w:rPr>
        <w:fldChar w:fldCharType="begin">
          <w:ffData>
            <w:name w:val="Text1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soudem v </w:t>
      </w:r>
      <w:r w:rsidRPr="009020DB">
        <w:rPr>
          <w:rFonts w:eastAsia="Times New Roman" w:cs="Arial"/>
          <w:snapToGrid w:val="0"/>
          <w:lang w:eastAsia="cs-CZ"/>
        </w:rPr>
        <w:fldChar w:fldCharType="begin">
          <w:ffData>
            <w:name w:val="Text14"/>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oddíl </w:t>
      </w:r>
      <w:r w:rsidRPr="009020DB">
        <w:rPr>
          <w:rFonts w:eastAsia="Times New Roman" w:cs="Arial"/>
          <w:snapToGrid w:val="0"/>
          <w:lang w:eastAsia="cs-CZ"/>
        </w:rPr>
        <w:fldChar w:fldCharType="begin">
          <w:ffData>
            <w:name w:val="Text1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vložka </w:t>
      </w:r>
      <w:r w:rsidRPr="009020DB">
        <w:rPr>
          <w:rFonts w:eastAsia="Times New Roman" w:cs="Arial"/>
          <w:snapToGrid w:val="0"/>
          <w:lang w:eastAsia="cs-CZ"/>
        </w:rPr>
        <w:fldChar w:fldCharType="begin">
          <w:ffData>
            <w:name w:val="Text1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5CBFA015" w14:textId="77777777" w:rsidR="009020DB" w:rsidRPr="009020DB" w:rsidRDefault="009020DB" w:rsidP="009020DB">
      <w:pPr>
        <w:tabs>
          <w:tab w:val="left" w:pos="567"/>
          <w:tab w:val="left" w:pos="1985"/>
          <w:tab w:val="left" w:pos="3544"/>
        </w:tabs>
        <w:spacing w:after="0" w:line="240" w:lineRule="auto"/>
        <w:jc w:val="both"/>
        <w:rPr>
          <w:rFonts w:eastAsia="Times New Roman" w:cs="Arial"/>
          <w:b/>
          <w:snapToGrid w:val="0"/>
          <w:lang w:eastAsia="cs-CZ"/>
        </w:rPr>
      </w:pPr>
      <w:r w:rsidRPr="009020DB">
        <w:rPr>
          <w:rFonts w:eastAsia="Times New Roman" w:cs="Arial"/>
          <w:snapToGrid w:val="0"/>
          <w:lang w:eastAsia="cs-CZ"/>
        </w:rPr>
        <w:tab/>
        <w:t>Zastoupená:</w:t>
      </w:r>
      <w:r w:rsidRPr="009020DB">
        <w:rPr>
          <w:rFonts w:eastAsia="Times New Roman" w:cs="Arial"/>
          <w:snapToGrid w:val="0"/>
          <w:lang w:eastAsia="cs-CZ"/>
        </w:rPr>
        <w:tab/>
      </w:r>
      <w:r w:rsidRPr="009020DB">
        <w:rPr>
          <w:rFonts w:eastAsia="Times New Roman" w:cs="Arial"/>
          <w:b/>
          <w:snapToGrid w:val="0"/>
          <w:lang w:eastAsia="cs-CZ"/>
        </w:rPr>
        <w:fldChar w:fldCharType="begin">
          <w:ffData>
            <w:name w:val="Text17"/>
            <w:enabled/>
            <w:calcOnExit w:val="0"/>
            <w:textInput/>
          </w:ffData>
        </w:fldChar>
      </w:r>
      <w:r w:rsidRPr="009020DB">
        <w:rPr>
          <w:rFonts w:eastAsia="Times New Roman" w:cs="Arial"/>
          <w:b/>
          <w:snapToGrid w:val="0"/>
          <w:lang w:eastAsia="cs-CZ"/>
        </w:rPr>
        <w:instrText xml:space="preserve"> FORMTEXT </w:instrText>
      </w:r>
      <w:r w:rsidRPr="009020DB">
        <w:rPr>
          <w:rFonts w:eastAsia="Times New Roman" w:cs="Arial"/>
          <w:b/>
          <w:snapToGrid w:val="0"/>
          <w:lang w:eastAsia="cs-CZ"/>
        </w:rPr>
      </w:r>
      <w:r w:rsidRPr="009020DB">
        <w:rPr>
          <w:rFonts w:eastAsia="Times New Roman" w:cs="Arial"/>
          <w:b/>
          <w:snapToGrid w:val="0"/>
          <w:lang w:eastAsia="cs-CZ"/>
        </w:rPr>
        <w:fldChar w:fldCharType="separate"/>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t> </w:t>
      </w:r>
      <w:r w:rsidRPr="009020DB">
        <w:rPr>
          <w:rFonts w:eastAsia="Times New Roman" w:cs="Arial"/>
          <w:b/>
          <w:snapToGrid w:val="0"/>
          <w:lang w:eastAsia="cs-CZ"/>
        </w:rPr>
        <w:fldChar w:fldCharType="end"/>
      </w:r>
      <w:r w:rsidRPr="009020DB">
        <w:rPr>
          <w:rFonts w:eastAsia="Times New Roman" w:cs="Arial"/>
          <w:snapToGrid w:val="0"/>
          <w:lang w:eastAsia="cs-CZ"/>
        </w:rPr>
        <w:t xml:space="preserve">, jednatelem </w:t>
      </w:r>
    </w:p>
    <w:p w14:paraId="3E6D27B6" w14:textId="77777777" w:rsidR="009020DB" w:rsidRPr="009020DB" w:rsidRDefault="009020DB" w:rsidP="009020DB">
      <w:pPr>
        <w:tabs>
          <w:tab w:val="left" w:pos="567"/>
          <w:tab w:val="left" w:pos="1985"/>
          <w:tab w:val="left" w:pos="2410"/>
        </w:tabs>
        <w:spacing w:after="0" w:line="240" w:lineRule="auto"/>
        <w:jc w:val="both"/>
        <w:rPr>
          <w:rFonts w:eastAsia="Times New Roman" w:cs="Arial"/>
          <w:snapToGrid w:val="0"/>
          <w:lang w:eastAsia="cs-CZ"/>
        </w:rPr>
      </w:pPr>
      <w:r w:rsidRPr="009020DB">
        <w:rPr>
          <w:rFonts w:eastAsia="Times New Roman" w:cs="Arial"/>
          <w:snapToGrid w:val="0"/>
          <w:lang w:eastAsia="cs-CZ"/>
        </w:rPr>
        <w:tab/>
        <w:t>Bankovní spojení:</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20"/>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č. účtu: </w:t>
      </w:r>
      <w:r w:rsidRPr="009020DB">
        <w:rPr>
          <w:rFonts w:eastAsia="Times New Roman" w:cs="Arial"/>
          <w:snapToGrid w:val="0"/>
          <w:lang w:eastAsia="cs-CZ"/>
        </w:rPr>
        <w:fldChar w:fldCharType="begin">
          <w:ffData>
            <w:name w:val="Text2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7C994209" w14:textId="77777777" w:rsidR="009020DB" w:rsidRPr="000C6E14" w:rsidRDefault="009020DB" w:rsidP="009020DB">
      <w:pPr>
        <w:tabs>
          <w:tab w:val="left" w:pos="567"/>
          <w:tab w:val="right" w:pos="5670"/>
        </w:tabs>
        <w:spacing w:after="0" w:line="240" w:lineRule="auto"/>
        <w:jc w:val="both"/>
        <w:rPr>
          <w:rFonts w:eastAsia="Times New Roman" w:cs="Arial"/>
          <w:b/>
          <w:snapToGrid w:val="0"/>
          <w:lang w:eastAsia="cs-CZ"/>
        </w:rPr>
      </w:pPr>
      <w:r w:rsidRPr="009020DB">
        <w:rPr>
          <w:rFonts w:eastAsia="Times New Roman" w:cs="Arial"/>
          <w:snapToGrid w:val="0"/>
          <w:lang w:eastAsia="cs-CZ"/>
        </w:rPr>
        <w:tab/>
      </w:r>
      <w:r w:rsidRPr="000C6E14">
        <w:rPr>
          <w:rFonts w:eastAsia="Times New Roman" w:cs="Arial"/>
          <w:b/>
          <w:snapToGrid w:val="0"/>
          <w:lang w:eastAsia="cs-CZ"/>
        </w:rPr>
        <w:t>Kontaktní osoby:</w:t>
      </w:r>
    </w:p>
    <w:p w14:paraId="1E875A11" w14:textId="77777777" w:rsidR="009020DB" w:rsidRPr="009020DB" w:rsidRDefault="009020DB" w:rsidP="009020DB">
      <w:pPr>
        <w:numPr>
          <w:ilvl w:val="0"/>
          <w:numId w:val="40"/>
        </w:numPr>
        <w:tabs>
          <w:tab w:val="left" w:pos="567"/>
          <w:tab w:val="left" w:pos="3544"/>
        </w:tabs>
        <w:spacing w:after="0" w:line="240" w:lineRule="auto"/>
        <w:ind w:left="1134" w:hanging="425"/>
        <w:contextualSpacing/>
        <w:rPr>
          <w:rFonts w:eastAsia="Times New Roman" w:cs="Arial"/>
          <w:snapToGrid w:val="0"/>
          <w:lang w:eastAsia="cs-CZ"/>
        </w:rPr>
      </w:pPr>
      <w:r w:rsidRPr="009020DB">
        <w:rPr>
          <w:rFonts w:eastAsia="Times New Roman" w:cs="Arial"/>
          <w:snapToGrid w:val="0"/>
          <w:lang w:eastAsia="cs-CZ"/>
        </w:rPr>
        <w:t>ve věcech smluvních:</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2"/>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49970F53" w14:textId="77777777" w:rsidR="009020DB" w:rsidRPr="009020DB" w:rsidRDefault="009020DB" w:rsidP="009020DB">
      <w:pPr>
        <w:numPr>
          <w:ilvl w:val="0"/>
          <w:numId w:val="40"/>
        </w:numPr>
        <w:tabs>
          <w:tab w:val="left" w:pos="567"/>
          <w:tab w:val="left" w:pos="3544"/>
        </w:tabs>
        <w:spacing w:after="0" w:line="240" w:lineRule="auto"/>
        <w:ind w:left="1134" w:hanging="425"/>
        <w:rPr>
          <w:rFonts w:eastAsia="Times New Roman" w:cs="Arial"/>
          <w:snapToGrid w:val="0"/>
          <w:lang w:eastAsia="cs-CZ"/>
        </w:rPr>
      </w:pPr>
      <w:r w:rsidRPr="009020DB">
        <w:rPr>
          <w:rFonts w:eastAsia="Times New Roman" w:cs="Arial"/>
          <w:snapToGrid w:val="0"/>
          <w:lang w:eastAsia="cs-CZ"/>
        </w:rPr>
        <w:t xml:space="preserve">ve věcech technických: </w:t>
      </w: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4333B220" w14:textId="77777777" w:rsidR="009020DB" w:rsidRPr="009020DB" w:rsidRDefault="009020DB" w:rsidP="009020DB">
      <w:pPr>
        <w:tabs>
          <w:tab w:val="left" w:pos="567"/>
          <w:tab w:val="left" w:pos="3544"/>
        </w:tabs>
        <w:spacing w:after="0" w:line="240" w:lineRule="auto"/>
        <w:ind w:left="1134"/>
        <w:rPr>
          <w:rFonts w:eastAsia="Times New Roman" w:cs="Arial"/>
          <w:snapToGrid w:val="0"/>
          <w:lang w:eastAsia="cs-CZ"/>
        </w:rPr>
      </w:pPr>
      <w:r w:rsidRPr="009020DB">
        <w:rPr>
          <w:rFonts w:eastAsia="Times New Roman" w:cs="Arial"/>
          <w:snapToGrid w:val="0"/>
          <w:lang w:eastAsia="cs-CZ"/>
        </w:rPr>
        <w:tab/>
      </w:r>
      <w:r w:rsidRPr="009020DB">
        <w:rPr>
          <w:rFonts w:eastAsia="Times New Roman" w:cs="Arial"/>
          <w:snapToGrid w:val="0"/>
          <w:lang w:eastAsia="cs-CZ"/>
        </w:rPr>
        <w:fldChar w:fldCharType="begin">
          <w:ffData>
            <w:name w:val="Text1"/>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tel. </w:t>
      </w:r>
      <w:r w:rsidRPr="009020DB">
        <w:rPr>
          <w:rFonts w:eastAsia="Times New Roman" w:cs="Arial"/>
          <w:snapToGrid w:val="0"/>
          <w:lang w:eastAsia="cs-CZ"/>
        </w:rPr>
        <w:fldChar w:fldCharType="begin">
          <w:ffData>
            <w:name w:val="Text5"/>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 xml:space="preserve">, </w:t>
      </w:r>
      <w:r w:rsidRPr="009020DB">
        <w:rPr>
          <w:rFonts w:eastAsia="Times New Roman" w:cs="Arial"/>
          <w:snapToGrid w:val="0"/>
          <w:lang w:eastAsia="cs-CZ"/>
        </w:rPr>
        <w:fldChar w:fldCharType="begin">
          <w:ffData>
            <w:name w:val="Text6"/>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r w:rsidRPr="009020DB">
        <w:rPr>
          <w:rFonts w:eastAsia="Times New Roman" w:cs="Arial"/>
          <w:snapToGrid w:val="0"/>
          <w:lang w:eastAsia="cs-CZ"/>
        </w:rPr>
        <w:t>@</w:t>
      </w:r>
      <w:r w:rsidRPr="009020DB">
        <w:rPr>
          <w:rFonts w:eastAsia="Times New Roman" w:cs="Arial"/>
          <w:snapToGrid w:val="0"/>
          <w:lang w:eastAsia="cs-CZ"/>
        </w:rPr>
        <w:fldChar w:fldCharType="begin">
          <w:ffData>
            <w:name w:val="Text23"/>
            <w:enabled/>
            <w:calcOnExit w:val="0"/>
            <w:textInput/>
          </w:ffData>
        </w:fldChar>
      </w:r>
      <w:r w:rsidRPr="009020DB">
        <w:rPr>
          <w:rFonts w:eastAsia="Times New Roman" w:cs="Arial"/>
          <w:snapToGrid w:val="0"/>
          <w:lang w:eastAsia="cs-CZ"/>
        </w:rPr>
        <w:instrText xml:space="preserve"> FORMTEXT </w:instrText>
      </w:r>
      <w:r w:rsidRPr="009020DB">
        <w:rPr>
          <w:rFonts w:eastAsia="Times New Roman" w:cs="Arial"/>
          <w:snapToGrid w:val="0"/>
          <w:lang w:eastAsia="cs-CZ"/>
        </w:rPr>
      </w:r>
      <w:r w:rsidRPr="009020DB">
        <w:rPr>
          <w:rFonts w:eastAsia="Times New Roman" w:cs="Arial"/>
          <w:snapToGrid w:val="0"/>
          <w:lang w:eastAsia="cs-CZ"/>
        </w:rPr>
        <w:fldChar w:fldCharType="separate"/>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t> </w:t>
      </w:r>
      <w:r w:rsidRPr="009020DB">
        <w:rPr>
          <w:rFonts w:eastAsia="Times New Roman" w:cs="Arial"/>
          <w:snapToGrid w:val="0"/>
          <w:lang w:eastAsia="cs-CZ"/>
        </w:rPr>
        <w:fldChar w:fldCharType="end"/>
      </w:r>
    </w:p>
    <w:p w14:paraId="314560B3" w14:textId="77777777" w:rsidR="009020DB" w:rsidRPr="009020DB" w:rsidRDefault="009020DB" w:rsidP="009020DB">
      <w:pPr>
        <w:tabs>
          <w:tab w:val="left" w:pos="1985"/>
          <w:tab w:val="left" w:pos="4395"/>
        </w:tabs>
        <w:spacing w:after="0" w:line="240" w:lineRule="auto"/>
        <w:ind w:left="1134" w:hanging="425"/>
        <w:rPr>
          <w:rFonts w:eastAsia="Times New Roman" w:cs="Arial"/>
          <w:snapToGrid w:val="0"/>
          <w:lang w:eastAsia="cs-CZ"/>
        </w:rPr>
      </w:pPr>
    </w:p>
    <w:p w14:paraId="4D9B7C28" w14:textId="77777777" w:rsidR="009020DB" w:rsidRPr="009020DB" w:rsidRDefault="009020DB" w:rsidP="009020DB">
      <w:pPr>
        <w:tabs>
          <w:tab w:val="left" w:pos="426"/>
          <w:tab w:val="left" w:pos="1985"/>
          <w:tab w:val="left" w:pos="4395"/>
        </w:tabs>
        <w:spacing w:after="0" w:line="240" w:lineRule="auto"/>
        <w:rPr>
          <w:rFonts w:eastAsia="Times New Roman" w:cs="Arial"/>
          <w:snapToGrid w:val="0"/>
          <w:lang w:eastAsia="cs-CZ"/>
        </w:rPr>
      </w:pPr>
      <w:r w:rsidRPr="009020DB">
        <w:rPr>
          <w:rFonts w:eastAsia="Times New Roman" w:cs="Arial"/>
          <w:snapToGrid w:val="0"/>
          <w:lang w:eastAsia="cs-CZ"/>
        </w:rPr>
        <w:tab/>
      </w:r>
      <w:r>
        <w:rPr>
          <w:rFonts w:eastAsia="Times New Roman" w:cs="Arial"/>
          <w:snapToGrid w:val="0"/>
          <w:lang w:eastAsia="cs-CZ"/>
        </w:rPr>
        <w:t xml:space="preserve">   </w:t>
      </w:r>
      <w:r w:rsidRPr="009020DB">
        <w:rPr>
          <w:rFonts w:eastAsia="Times New Roman" w:cs="Arial"/>
          <w:snapToGrid w:val="0"/>
          <w:lang w:eastAsia="cs-CZ"/>
        </w:rPr>
        <w:t xml:space="preserve">Kontaktní adresa: viz sídlo </w:t>
      </w:r>
      <w:r w:rsidR="00C1073F">
        <w:rPr>
          <w:rFonts w:eastAsia="Times New Roman" w:cs="Arial"/>
          <w:snapToGrid w:val="0"/>
          <w:lang w:eastAsia="cs-CZ"/>
        </w:rPr>
        <w:t>prodávající</w:t>
      </w:r>
      <w:r w:rsidR="00067B13">
        <w:rPr>
          <w:rFonts w:eastAsia="Times New Roman" w:cs="Arial"/>
          <w:snapToGrid w:val="0"/>
          <w:lang w:eastAsia="cs-CZ"/>
        </w:rPr>
        <w:t>ho</w:t>
      </w:r>
      <w:r w:rsidRPr="009020DB">
        <w:rPr>
          <w:rFonts w:eastAsia="Times New Roman" w:cs="Arial"/>
          <w:snapToGrid w:val="0"/>
          <w:lang w:eastAsia="cs-CZ"/>
        </w:rPr>
        <w:t xml:space="preserve"> </w:t>
      </w:r>
    </w:p>
    <w:p w14:paraId="60F6EF29" w14:textId="77777777" w:rsidR="009020DB" w:rsidRPr="009020DB" w:rsidRDefault="00067B13" w:rsidP="009020DB">
      <w:pPr>
        <w:pStyle w:val="Textbezodsazen"/>
        <w:rPr>
          <w:rFonts w:eastAsia="Times New Roman" w:cs="Arial"/>
          <w:snapToGrid w:val="0"/>
          <w:lang w:eastAsia="cs-CZ"/>
        </w:rPr>
      </w:pPr>
      <w:r>
        <w:rPr>
          <w:rFonts w:eastAsia="Times New Roman" w:cs="Arial"/>
          <w:snapToGrid w:val="0"/>
          <w:lang w:eastAsia="cs-CZ"/>
        </w:rPr>
        <w:t xml:space="preserve">         (dále jen prodávající</w:t>
      </w:r>
      <w:r w:rsidR="009020DB" w:rsidRPr="009020DB">
        <w:rPr>
          <w:rFonts w:eastAsia="Times New Roman" w:cs="Arial"/>
          <w:snapToGrid w:val="0"/>
          <w:lang w:eastAsia="cs-CZ"/>
        </w:rPr>
        <w:t>)</w:t>
      </w:r>
    </w:p>
    <w:p w14:paraId="7C41CF8F" w14:textId="77777777" w:rsidR="00067B13" w:rsidRDefault="009020DB" w:rsidP="009020DB">
      <w:pPr>
        <w:pStyle w:val="Textbezodsazen"/>
      </w:pPr>
      <w:r>
        <w:t xml:space="preserve">          </w:t>
      </w:r>
      <w:r w:rsidR="00F422D3" w:rsidRPr="00B42F40">
        <w:t>číslo smlouvy: "</w:t>
      </w:r>
      <w:r w:rsidR="00F422D3" w:rsidRPr="00B42F40">
        <w:rPr>
          <w:rStyle w:val="Tun"/>
        </w:rPr>
        <w:t>[</w:t>
      </w:r>
      <w:r w:rsidR="00F422D3" w:rsidRPr="00B42F40">
        <w:rPr>
          <w:rStyle w:val="Tun"/>
          <w:highlight w:val="yellow"/>
        </w:rPr>
        <w:t>VLOŽÍ</w:t>
      </w:r>
      <w:r w:rsidR="00F422D3" w:rsidRPr="007972AC">
        <w:rPr>
          <w:rStyle w:val="Tun"/>
          <w:highlight w:val="yellow"/>
        </w:rPr>
        <w:t xml:space="preserve"> </w:t>
      </w:r>
      <w:r w:rsidR="007972AC" w:rsidRPr="007972AC">
        <w:rPr>
          <w:rStyle w:val="Tun"/>
          <w:highlight w:val="yellow"/>
        </w:rPr>
        <w:t>PRODÁVAJÍCÍ</w:t>
      </w:r>
      <w:r w:rsidR="00F422D3" w:rsidRPr="00B42F40">
        <w:rPr>
          <w:rStyle w:val="Tun"/>
        </w:rPr>
        <w:t>]</w:t>
      </w:r>
      <w:r w:rsidR="00F422D3" w:rsidRPr="00B42F40">
        <w:t>"</w:t>
      </w:r>
    </w:p>
    <w:p w14:paraId="03C48EB9" w14:textId="77777777" w:rsidR="00F422D3" w:rsidRPr="00B42F40" w:rsidRDefault="00F422D3" w:rsidP="009020DB">
      <w:pPr>
        <w:pStyle w:val="Textbezodsazen"/>
      </w:pPr>
      <w:r w:rsidRPr="00B42F40">
        <w:t xml:space="preserve"> </w:t>
      </w:r>
      <w:r w:rsidR="00067B13">
        <w:t xml:space="preserve">        (společně také „smluvní strany“)</w:t>
      </w:r>
    </w:p>
    <w:p w14:paraId="26A406BB" w14:textId="77777777" w:rsidR="00B42F40" w:rsidRPr="00B42F40" w:rsidRDefault="00D32554" w:rsidP="00B42F40">
      <w:pPr>
        <w:pStyle w:val="Textbezodsazen"/>
      </w:pPr>
      <w:r w:rsidRPr="00D32554">
        <w:t xml:space="preserve">dnešního dne uzavřely tuto </w:t>
      </w:r>
      <w:r w:rsidR="00067B13">
        <w:t xml:space="preserve">kupní </w:t>
      </w:r>
      <w:r w:rsidRPr="00D32554">
        <w:t xml:space="preserve">smlouvu (dále jen „Smlouva“) v souladu s </w:t>
      </w:r>
      <w:proofErr w:type="spellStart"/>
      <w:r w:rsidRPr="00D32554">
        <w:t>ust</w:t>
      </w:r>
      <w:proofErr w:type="spellEnd"/>
      <w:r w:rsidRPr="00D32554">
        <w:t xml:space="preserve">. § </w:t>
      </w:r>
      <w:r w:rsidR="00067B13">
        <w:t>2079</w:t>
      </w:r>
      <w:r w:rsidRPr="00D32554">
        <w:t xml:space="preserve"> a násl. zákona č. 89/2012 Sb., občanský zákoník, ve znění pozdějších předpisů (dále jen „občanský zákoník“).</w:t>
      </w:r>
    </w:p>
    <w:p w14:paraId="7DA2FE42" w14:textId="77777777" w:rsidR="00F24489"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101315F" w14:textId="77777777" w:rsidR="00EF05B5" w:rsidRDefault="00067B13" w:rsidP="00EF05B5">
      <w:pPr>
        <w:pStyle w:val="Nadpis1-1"/>
      </w:pPr>
      <w:r>
        <w:t>PŘEDMĚT SMLOUVY</w:t>
      </w:r>
    </w:p>
    <w:p w14:paraId="55CFEC0B" w14:textId="1A484C4F" w:rsidR="00067B13" w:rsidRPr="00067B13" w:rsidRDefault="00067B13" w:rsidP="00E31BB6">
      <w:pPr>
        <w:pStyle w:val="Text1-1"/>
      </w:pPr>
      <w:r w:rsidRPr="00067B13">
        <w:t xml:space="preserve">Předmětem této smlouvy je v souladu s Výzvou k podání nabídky </w:t>
      </w:r>
      <w:r w:rsidR="00B23E34">
        <w:t xml:space="preserve">na </w:t>
      </w:r>
      <w:r w:rsidRPr="00067B13">
        <w:t>„</w:t>
      </w:r>
      <w:r w:rsidR="00366FE9" w:rsidRPr="00366FE9">
        <w:rPr>
          <w:b/>
        </w:rPr>
        <w:t xml:space="preserve">Dodávka </w:t>
      </w:r>
      <w:r w:rsidR="00E31BB6" w:rsidRPr="00E31BB6">
        <w:rPr>
          <w:b/>
        </w:rPr>
        <w:t>přívěsové kloubové pracovní plošiny s elektrocentrálou</w:t>
      </w:r>
      <w:r w:rsidRPr="00067B13">
        <w:t>“, č. j.</w:t>
      </w:r>
      <w:r w:rsidR="00E31BB6">
        <w:t xml:space="preserve">: </w:t>
      </w:r>
      <w:r w:rsidR="00AE4FB0" w:rsidRPr="001C716F">
        <w:t>18240/2020-SŽ-OŘ HKR-SSZT HKR</w:t>
      </w:r>
      <w:r w:rsidR="002F7867">
        <w:t xml:space="preserve"> </w:t>
      </w:r>
      <w:r>
        <w:t>podepsanou</w:t>
      </w:r>
      <w:r w:rsidRPr="00067B13">
        <w:t xml:space="preserve"> dne </w:t>
      </w:r>
      <w:r w:rsidR="00CC7F94" w:rsidRPr="009020DB">
        <w:rPr>
          <w:b/>
          <w:highlight w:val="green"/>
        </w:rPr>
        <w:t xml:space="preserve">"[VLOŽÍ </w:t>
      </w:r>
      <w:r w:rsidR="00CC7F94">
        <w:rPr>
          <w:b/>
          <w:highlight w:val="green"/>
        </w:rPr>
        <w:t>KUPUJÍCÍ</w:t>
      </w:r>
      <w:r w:rsidR="00CC7F94" w:rsidRPr="009020DB">
        <w:rPr>
          <w:b/>
          <w:highlight w:val="green"/>
        </w:rPr>
        <w:t>]"</w:t>
      </w:r>
      <w:r>
        <w:t xml:space="preserve"> </w:t>
      </w:r>
      <w:r w:rsidRPr="00067B13">
        <w:t>a Nabídkou vybrané</w:t>
      </w:r>
      <w:r>
        <w:t>ho dodavatele (prodávajícího) obdrženou</w:t>
      </w:r>
      <w:r w:rsidRPr="00067B13">
        <w:t xml:space="preserve"> dne </w:t>
      </w:r>
      <w:r w:rsidR="00CC7F94" w:rsidRPr="009020DB">
        <w:rPr>
          <w:b/>
          <w:highlight w:val="green"/>
        </w:rPr>
        <w:t xml:space="preserve">"[VLOŽÍ </w:t>
      </w:r>
      <w:r w:rsidR="00CC7F94">
        <w:rPr>
          <w:b/>
          <w:highlight w:val="green"/>
        </w:rPr>
        <w:t>KUPUJÍCÍ</w:t>
      </w:r>
      <w:r w:rsidR="00CC7F94" w:rsidRPr="009020DB">
        <w:rPr>
          <w:b/>
          <w:highlight w:val="green"/>
        </w:rPr>
        <w:t>]"</w:t>
      </w:r>
      <w:r w:rsidRPr="00067B13">
        <w:t>, dodání</w:t>
      </w:r>
      <w:r w:rsidR="00366FE9">
        <w:t xml:space="preserve"> 1 ks</w:t>
      </w:r>
      <w:r w:rsidRPr="00067B13">
        <w:t xml:space="preserve"> </w:t>
      </w:r>
      <w:r w:rsidR="00E31BB6" w:rsidRPr="00E31BB6">
        <w:t xml:space="preserve">nové přívěsové pracovní plošiny s elektrocentrálou 4 </w:t>
      </w:r>
      <w:r w:rsidR="00D851C6">
        <w:t>dle cenové nabídky u</w:t>
      </w:r>
      <w:r w:rsidR="00B23E34">
        <w:t xml:space="preserve">vedené </w:t>
      </w:r>
      <w:r w:rsidRPr="00067B13">
        <w:t>v</w:t>
      </w:r>
      <w:r w:rsidR="00B23E34">
        <w:t> </w:t>
      </w:r>
      <w:r w:rsidRPr="00067B13">
        <w:t>příloze č. 1 této smlouvy, která je nedílnou součástí této smlouvy (dále jen jako „předmět koupě“).</w:t>
      </w:r>
    </w:p>
    <w:p w14:paraId="249F3671" w14:textId="77777777" w:rsidR="007972AC" w:rsidRPr="007972AC" w:rsidRDefault="007972AC" w:rsidP="007972AC">
      <w:pPr>
        <w:pStyle w:val="Text1-1"/>
      </w:pPr>
      <w:r w:rsidRPr="007972AC">
        <w:t>Touto smlouvou se prodávající zavazuje dodat za podmínek v této smlouvě sjednaných kupujícímu výše uvedený předmět koupě a umožnit kupujícímu nabýt k tomuto předmětu koupě vlastnické právo.</w:t>
      </w:r>
    </w:p>
    <w:p w14:paraId="0AF85BBB" w14:textId="77777777" w:rsidR="007972AC" w:rsidRPr="007972AC" w:rsidRDefault="007972AC" w:rsidP="007972AC">
      <w:pPr>
        <w:pStyle w:val="Text1-1"/>
      </w:pPr>
      <w:r w:rsidRPr="007972AC">
        <w:t>Kupující se zavazuje předmět koupě převzít a zaplatit za něj sjednanou kupní cenu způsobem a v termínech stanovených touto smlouvou.</w:t>
      </w:r>
    </w:p>
    <w:p w14:paraId="74E3BDC4" w14:textId="77777777" w:rsidR="007972AC" w:rsidRPr="007972AC" w:rsidRDefault="007972AC" w:rsidP="007972AC">
      <w:pPr>
        <w:pStyle w:val="Text1-1"/>
      </w:pPr>
      <w:r w:rsidRPr="007972AC">
        <w:t>Jakost ani provedení předmětu koupě není určeno vzorkem ani předlohou.</w:t>
      </w:r>
    </w:p>
    <w:p w14:paraId="5FF4082E" w14:textId="77777777" w:rsidR="007972AC" w:rsidRPr="007972AC" w:rsidRDefault="007972AC" w:rsidP="007972AC">
      <w:pPr>
        <w:pStyle w:val="Text1-1"/>
        <w:rPr>
          <w:rFonts w:eastAsia="Times New Roman" w:cs="Arial"/>
          <w:snapToGrid w:val="0"/>
          <w:lang w:eastAsia="cs-CZ"/>
        </w:rPr>
      </w:pPr>
      <w:r w:rsidRPr="007972AC">
        <w:rPr>
          <w:rFonts w:eastAsia="Times New Roman" w:cs="Arial"/>
          <w:snapToGrid w:val="0"/>
          <w:lang w:eastAsia="cs-CZ"/>
        </w:rPr>
        <w:t>Speciální balení není kupujícím požadováno. Prodávající je povinen použít balení dle obvyklých standardů tak, aby byl předmět koupě dostatečně chráněn před poškozením.</w:t>
      </w:r>
    </w:p>
    <w:p w14:paraId="2FEAAFD8" w14:textId="77777777" w:rsidR="00F24489" w:rsidRDefault="007972AC" w:rsidP="00F24489">
      <w:pPr>
        <w:pStyle w:val="Nadpis1-1"/>
      </w:pPr>
      <w:r>
        <w:t>KUPNÍ CENA předmětu koupě, platební podmínky</w:t>
      </w:r>
    </w:p>
    <w:p w14:paraId="5968B0DB" w14:textId="77777777" w:rsidR="007972AC" w:rsidRDefault="007972AC" w:rsidP="007972AC">
      <w:pPr>
        <w:pStyle w:val="Text1-1"/>
      </w:pPr>
      <w:r w:rsidRPr="007972AC">
        <w:t>Kupní cena předmě</w:t>
      </w:r>
      <w:r>
        <w:t>tu koupě specifikovaného v čl. 1</w:t>
      </w:r>
      <w:r w:rsidRPr="007972AC">
        <w:t xml:space="preserve">. této smlouvy byla stanovena na základě zadávacího řízení, je sjednána jako maximální a činí celkem </w:t>
      </w:r>
      <w:r w:rsidRPr="00B42F40">
        <w:t>"</w:t>
      </w:r>
      <w:r w:rsidRPr="00B42F40">
        <w:rPr>
          <w:rStyle w:val="Tun"/>
        </w:rPr>
        <w:t>[</w:t>
      </w:r>
      <w:r w:rsidRPr="00B42F40">
        <w:rPr>
          <w:rStyle w:val="Tun"/>
          <w:highlight w:val="yellow"/>
        </w:rPr>
        <w:t>VLOŽÍ</w:t>
      </w:r>
      <w:r w:rsidRPr="007972AC">
        <w:rPr>
          <w:rStyle w:val="Tun"/>
          <w:highlight w:val="yellow"/>
        </w:rPr>
        <w:t xml:space="preserve"> PRODÁVAJÍCÍ</w:t>
      </w:r>
      <w:r w:rsidRPr="00B42F40">
        <w:rPr>
          <w:rStyle w:val="Tun"/>
        </w:rPr>
        <w:t>]</w:t>
      </w:r>
      <w:r w:rsidRPr="00B42F40">
        <w:t>"</w:t>
      </w:r>
      <w:r w:rsidRPr="007972AC">
        <w:t xml:space="preserve"> Kč bez DPH</w:t>
      </w:r>
    </w:p>
    <w:p w14:paraId="2055B506" w14:textId="77777777" w:rsidR="006C76CE" w:rsidRPr="007972AC" w:rsidRDefault="006C76CE" w:rsidP="006C76CE">
      <w:pPr>
        <w:pStyle w:val="Text1-1"/>
        <w:numPr>
          <w:ilvl w:val="0"/>
          <w:numId w:val="0"/>
        </w:numPr>
        <w:ind w:left="737"/>
      </w:pPr>
      <w:r w:rsidRPr="006C76CE">
        <w:t xml:space="preserve">(slovy: </w:t>
      </w:r>
      <w:r w:rsidRPr="00B42F40">
        <w:t>"</w:t>
      </w:r>
      <w:r w:rsidRPr="00B42F40">
        <w:rPr>
          <w:rStyle w:val="Tun"/>
        </w:rPr>
        <w:t>[</w:t>
      </w:r>
      <w:r w:rsidRPr="00B42F40">
        <w:rPr>
          <w:rStyle w:val="Tun"/>
          <w:highlight w:val="yellow"/>
        </w:rPr>
        <w:t>VLOŽÍ</w:t>
      </w:r>
      <w:r w:rsidRPr="007972AC">
        <w:rPr>
          <w:rStyle w:val="Tun"/>
          <w:highlight w:val="yellow"/>
        </w:rPr>
        <w:t xml:space="preserve"> PRODÁVAJÍCÍ</w:t>
      </w:r>
      <w:r w:rsidRPr="00B42F40">
        <w:rPr>
          <w:rStyle w:val="Tun"/>
        </w:rPr>
        <w:t>]</w:t>
      </w:r>
      <w:r w:rsidRPr="00B42F40">
        <w:t>"</w:t>
      </w:r>
      <w:r w:rsidRPr="006C76CE">
        <w:t xml:space="preserve"> korun českých).</w:t>
      </w:r>
    </w:p>
    <w:p w14:paraId="130E7D80" w14:textId="2868E834" w:rsidR="0052014E" w:rsidRDefault="00DB766B" w:rsidP="00DB766B">
      <w:pPr>
        <w:pStyle w:val="Text1-1"/>
        <w:rPr>
          <w:szCs w:val="22"/>
        </w:rPr>
      </w:pPr>
      <w:r w:rsidRPr="00DB766B">
        <w:rPr>
          <w:szCs w:val="22"/>
        </w:rPr>
        <w:t xml:space="preserve">Kupní cenou uvedenou v </w:t>
      </w:r>
      <w:r w:rsidR="00403C48">
        <w:rPr>
          <w:szCs w:val="22"/>
        </w:rPr>
        <w:t>čl</w:t>
      </w:r>
      <w:r w:rsidRPr="00DB766B">
        <w:rPr>
          <w:szCs w:val="22"/>
        </w:rPr>
        <w:t xml:space="preserve">. </w:t>
      </w:r>
      <w:r>
        <w:rPr>
          <w:szCs w:val="22"/>
        </w:rPr>
        <w:t xml:space="preserve">2.1 </w:t>
      </w:r>
      <w:r w:rsidRPr="00DB766B">
        <w:rPr>
          <w:szCs w:val="22"/>
        </w:rPr>
        <w:t xml:space="preserve">této smlouvy se rozumí cena včetně dopravného </w:t>
      </w:r>
      <w:r>
        <w:rPr>
          <w:szCs w:val="22"/>
        </w:rPr>
        <w:t>na</w:t>
      </w:r>
      <w:r w:rsidR="0052014E">
        <w:rPr>
          <w:szCs w:val="22"/>
        </w:rPr>
        <w:t> </w:t>
      </w:r>
      <w:r>
        <w:rPr>
          <w:szCs w:val="22"/>
        </w:rPr>
        <w:t xml:space="preserve">místo plnění určené v čl. 3.1 </w:t>
      </w:r>
      <w:r w:rsidRPr="00DB766B">
        <w:rPr>
          <w:szCs w:val="22"/>
        </w:rPr>
        <w:t>této smlouvy. Jedná se o cenu konečnou, kterou nelze v</w:t>
      </w:r>
      <w:r w:rsidR="0052014E">
        <w:rPr>
          <w:szCs w:val="22"/>
        </w:rPr>
        <w:t> </w:t>
      </w:r>
      <w:r w:rsidRPr="00DB766B">
        <w:rPr>
          <w:szCs w:val="22"/>
        </w:rPr>
        <w:t>žádném případě navyšovat.</w:t>
      </w:r>
    </w:p>
    <w:p w14:paraId="65A96E93" w14:textId="77777777" w:rsidR="0052014E" w:rsidRDefault="0052014E">
      <w:pPr>
        <w:rPr>
          <w:szCs w:val="22"/>
        </w:rPr>
      </w:pPr>
      <w:r>
        <w:rPr>
          <w:szCs w:val="22"/>
        </w:rPr>
        <w:br w:type="page"/>
      </w:r>
    </w:p>
    <w:p w14:paraId="2DF15491" w14:textId="77777777" w:rsidR="00DB766B" w:rsidRDefault="00DB766B" w:rsidP="00DB766B">
      <w:pPr>
        <w:pStyle w:val="Text1-1"/>
      </w:pPr>
      <w:r w:rsidRPr="00DB766B">
        <w:lastRenderedPageBreak/>
        <w:t>K ceně předmětu koupě uvedené v této smlouvě se účtuje DPH podle zák. č. 235/2004 Sb., o dani z přidané hodnoty, ve znění pozdějších předpisů. Faktura (daňový doklad)</w:t>
      </w:r>
      <w:r w:rsidR="00AD0AF7">
        <w:t xml:space="preserve"> bude vystaven</w:t>
      </w:r>
      <w:r w:rsidR="00D448FB">
        <w:t>a</w:t>
      </w:r>
      <w:r w:rsidR="00AD0AF7">
        <w:t xml:space="preserve"> v elektronické podobě a zaslán</w:t>
      </w:r>
      <w:r w:rsidR="00D448FB">
        <w:t>a</w:t>
      </w:r>
      <w:r w:rsidR="00AD0AF7">
        <w:t xml:space="preserve"> na e-mailovou adresu pro zasílání elektronických faktur</w:t>
      </w:r>
      <w:r w:rsidR="00D448FB">
        <w:t>, která je uvedena</w:t>
      </w:r>
      <w:r w:rsidR="00AD0AF7">
        <w:t xml:space="preserve"> v kontaktu kupujícího</w:t>
      </w:r>
      <w:r w:rsidR="00173ED3">
        <w:t xml:space="preserve">, a </w:t>
      </w:r>
      <w:r w:rsidRPr="00DB766B">
        <w:t>musí splňovat veškeré předepsané náležitosti daňového dokladu. Prodávající uvede na faktuře (daňovém dokladu) číslo této kupní smlouvy, popř. číslo dodatku.</w:t>
      </w:r>
    </w:p>
    <w:p w14:paraId="1E4619F1" w14:textId="77777777" w:rsidR="00DB766B" w:rsidRDefault="00414958" w:rsidP="00414958">
      <w:pPr>
        <w:pStyle w:val="Text1-1"/>
      </w:pPr>
      <w:r w:rsidRPr="00414958">
        <w:t xml:space="preserve">Prodávající má právo fakturovat cenu předmětu koupě až dnem řádného doručení předmětu koupě, tj. předání předmětu koupě kupujícímu bez jakýchkoliv zjevných vad či jiného poškození na místo plnění určené v čl. </w:t>
      </w:r>
      <w:r>
        <w:t>3.1</w:t>
      </w:r>
      <w:r w:rsidRPr="00414958">
        <w:t xml:space="preserve"> této smlouvy.</w:t>
      </w:r>
    </w:p>
    <w:p w14:paraId="025DEF2C" w14:textId="77777777" w:rsidR="00D17950" w:rsidRPr="00B23E34" w:rsidRDefault="00D17950" w:rsidP="00D17950">
      <w:pPr>
        <w:pStyle w:val="Text1-1"/>
      </w:pPr>
      <w:r w:rsidRPr="00B23E34">
        <w:t xml:space="preserve">Kupní cena bude placena na základě daňového dokladu (faktury) vystaveného prodávajícím se splatností </w:t>
      </w:r>
      <w:r w:rsidR="00B23E34" w:rsidRPr="00C7430B">
        <w:t>6</w:t>
      </w:r>
      <w:r w:rsidRPr="00C7430B">
        <w:t>0 kalendářních dnů</w:t>
      </w:r>
      <w:r w:rsidRPr="00B23E34">
        <w:t xml:space="preserve"> od data doručení daňového dokladu (faktury) kupujícímu, a to převodním příkazem na účet prodávajícího. Daňový doklad (faktura) je považován za uhrazený dnem odepsání fakturované částky z účtu kupujícího.</w:t>
      </w:r>
    </w:p>
    <w:p w14:paraId="68AD1C6F" w14:textId="0D1A964C" w:rsidR="00D17950" w:rsidRDefault="00D17950" w:rsidP="00D17950">
      <w:pPr>
        <w:pStyle w:val="Text1-1"/>
      </w:pPr>
      <w:r w:rsidRPr="00D17950">
        <w:t>Nebude-li prodávajícím vystavený daňový doklad (faktura) v souladu s</w:t>
      </w:r>
      <w:r>
        <w:t> článkem 2.3</w:t>
      </w:r>
      <w:r w:rsidRPr="00D17950">
        <w:t xml:space="preserve"> této smlouvy, je kupující oprávněn zaslat ho ve lhůtě splatnosti zpět prodávajícímu s</w:t>
      </w:r>
      <w:r w:rsidR="0052014E">
        <w:t> </w:t>
      </w:r>
      <w:r w:rsidRPr="00D17950">
        <w:t>uvedením důvodů k doplnění či úpravě. Splatnost doplněného či opraveného daňového dokladu (faktury) počíná běžet znovu ode dne doručení doplněného či</w:t>
      </w:r>
      <w:r w:rsidR="0052014E">
        <w:t> </w:t>
      </w:r>
      <w:r w:rsidRPr="00D17950">
        <w:t>upraveného daňového dokladu kupujícímu.</w:t>
      </w:r>
    </w:p>
    <w:p w14:paraId="5428CA08" w14:textId="1ACB03B4" w:rsidR="00D17950" w:rsidRPr="00557DDF" w:rsidRDefault="00D17950" w:rsidP="00D17950">
      <w:pPr>
        <w:pStyle w:val="Text1-1"/>
      </w:pPr>
      <w:r w:rsidRPr="00D17950">
        <w:t>Kupní cena bude hrazena na účet prodávajícího, jehož číslo bude uvedeno na daňovém dokladu (faktuře). Smluvní strany se dohodly, že stane-li se prodávající nespolehlivým plátcem nebo daňový doklad prodávajícího bude obsahovat číslo bankovního účtu, na</w:t>
      </w:r>
      <w:r w:rsidR="0052014E">
        <w:t> </w:t>
      </w:r>
      <w:r w:rsidRPr="00D17950">
        <w:t>který má být plněno, aniž by bylo uvedeno ve veřejném registru spolehlivých účtů, je kupující oprávněn z finančního plnění uhradit daň z přidané hodnoty přímo místně a</w:t>
      </w:r>
      <w:r w:rsidR="0052014E">
        <w:t> </w:t>
      </w:r>
      <w:r w:rsidRPr="00D17950">
        <w:t>věcně příslušnému správci daně prodávajícího.</w:t>
      </w:r>
    </w:p>
    <w:p w14:paraId="3BDB817A" w14:textId="77777777" w:rsidR="00F24489" w:rsidRDefault="00D17950" w:rsidP="00D53CA1">
      <w:pPr>
        <w:pStyle w:val="Nadpis1-1"/>
      </w:pPr>
      <w:r>
        <w:t xml:space="preserve">způsob a místo dodání předmětu </w:t>
      </w:r>
      <w:r w:rsidR="00D53CA1">
        <w:t>koupě a čas plnění</w:t>
      </w:r>
    </w:p>
    <w:p w14:paraId="6F0306B9" w14:textId="77777777" w:rsidR="00782D29" w:rsidRPr="00D53CA1" w:rsidRDefault="00782D29" w:rsidP="00782D29">
      <w:pPr>
        <w:pStyle w:val="Text1-1"/>
      </w:pPr>
      <w:r w:rsidRPr="00D53CA1">
        <w:rPr>
          <w:rFonts w:eastAsia="Times New Roman" w:cs="Arial"/>
          <w:lang w:eastAsia="cs-CZ"/>
        </w:rPr>
        <w:t>Prodávající se zavazuje předmět koupě dopravit kupujícímu do místa plnění, kterým je sídlo organizační jednotky kupujícího:</w:t>
      </w:r>
    </w:p>
    <w:p w14:paraId="6225EC81" w14:textId="77777777" w:rsidR="00E30CC9" w:rsidRDefault="00782D29" w:rsidP="00782D29">
      <w:pPr>
        <w:pStyle w:val="Text1-1"/>
        <w:numPr>
          <w:ilvl w:val="0"/>
          <w:numId w:val="0"/>
        </w:numPr>
        <w:spacing w:after="0"/>
        <w:ind w:left="737"/>
        <w:rPr>
          <w:rFonts w:eastAsia="Times New Roman" w:cs="Arial"/>
          <w:lang w:eastAsia="cs-CZ"/>
        </w:rPr>
      </w:pPr>
      <w:r w:rsidRPr="00D53CA1">
        <w:rPr>
          <w:rFonts w:eastAsia="Times New Roman" w:cs="Arial"/>
          <w:lang w:eastAsia="cs-CZ"/>
        </w:rPr>
        <w:t>S</w:t>
      </w:r>
      <w:r w:rsidR="00E30CC9">
        <w:rPr>
          <w:rFonts w:eastAsia="Times New Roman" w:cs="Arial"/>
          <w:lang w:eastAsia="cs-CZ"/>
        </w:rPr>
        <w:t>práva železnic</w:t>
      </w:r>
      <w:r>
        <w:rPr>
          <w:rFonts w:eastAsia="Times New Roman" w:cs="Arial"/>
          <w:lang w:eastAsia="cs-CZ"/>
        </w:rPr>
        <w:t>, s</w:t>
      </w:r>
      <w:r w:rsidR="00E30CC9">
        <w:rPr>
          <w:rFonts w:eastAsia="Times New Roman" w:cs="Arial"/>
          <w:lang w:eastAsia="cs-CZ"/>
        </w:rPr>
        <w:t>tátní organizace</w:t>
      </w:r>
    </w:p>
    <w:p w14:paraId="63EEF018" w14:textId="77777777" w:rsidR="00782D29" w:rsidRDefault="00782D29" w:rsidP="00782D29">
      <w:pPr>
        <w:pStyle w:val="Text1-1"/>
        <w:numPr>
          <w:ilvl w:val="0"/>
          <w:numId w:val="0"/>
        </w:numPr>
        <w:spacing w:after="0"/>
        <w:ind w:left="737"/>
        <w:rPr>
          <w:rFonts w:eastAsia="Times New Roman" w:cs="Arial"/>
          <w:lang w:eastAsia="cs-CZ"/>
        </w:rPr>
      </w:pPr>
      <w:r>
        <w:rPr>
          <w:rFonts w:eastAsia="Times New Roman" w:cs="Arial"/>
          <w:lang w:eastAsia="cs-CZ"/>
        </w:rPr>
        <w:t>Oblastní ředitelství Hradec Králové</w:t>
      </w:r>
    </w:p>
    <w:p w14:paraId="607DC3C0" w14:textId="77777777" w:rsidR="00782D29" w:rsidRPr="00D53CA1" w:rsidRDefault="00782D29" w:rsidP="00782D29">
      <w:pPr>
        <w:pStyle w:val="Text1-1"/>
        <w:numPr>
          <w:ilvl w:val="0"/>
          <w:numId w:val="0"/>
        </w:numPr>
        <w:ind w:left="737"/>
      </w:pPr>
      <w:r>
        <w:rPr>
          <w:rFonts w:eastAsia="Times New Roman" w:cs="Arial"/>
          <w:lang w:eastAsia="cs-CZ"/>
        </w:rPr>
        <w:t xml:space="preserve">U </w:t>
      </w:r>
      <w:proofErr w:type="spellStart"/>
      <w:r>
        <w:rPr>
          <w:rFonts w:eastAsia="Times New Roman" w:cs="Arial"/>
          <w:lang w:eastAsia="cs-CZ"/>
        </w:rPr>
        <w:t>Fotochemy</w:t>
      </w:r>
      <w:proofErr w:type="spellEnd"/>
      <w:r>
        <w:rPr>
          <w:rFonts w:eastAsia="Times New Roman" w:cs="Arial"/>
          <w:lang w:eastAsia="cs-CZ"/>
        </w:rPr>
        <w:t xml:space="preserve"> 259, 501 01 Hradec Králové</w:t>
      </w:r>
    </w:p>
    <w:p w14:paraId="53CB8054" w14:textId="77777777" w:rsidR="00782D29" w:rsidRPr="00B23E34" w:rsidRDefault="00782D29" w:rsidP="00782D29">
      <w:pPr>
        <w:pStyle w:val="Text1-1"/>
      </w:pPr>
      <w:r w:rsidRPr="00B23E34">
        <w:t xml:space="preserve">Termín dodávky předmětu koupě: </w:t>
      </w:r>
      <w:r w:rsidRPr="00B23E34">
        <w:tab/>
      </w:r>
      <w:r w:rsidRPr="00C7430B">
        <w:t xml:space="preserve">do </w:t>
      </w:r>
      <w:r w:rsidR="00417C6C">
        <w:t>31</w:t>
      </w:r>
      <w:r w:rsidRPr="00C7430B">
        <w:t xml:space="preserve">. </w:t>
      </w:r>
      <w:r w:rsidR="00B23E34" w:rsidRPr="00C7430B">
        <w:t>1</w:t>
      </w:r>
      <w:r w:rsidR="00417C6C">
        <w:t>0</w:t>
      </w:r>
      <w:r w:rsidRPr="00C7430B">
        <w:t>. 20</w:t>
      </w:r>
      <w:r w:rsidR="00334C6D" w:rsidRPr="00C7430B">
        <w:t>20</w:t>
      </w:r>
      <w:r w:rsidRPr="00B23E34">
        <w:tab/>
      </w:r>
    </w:p>
    <w:p w14:paraId="4106FFB7" w14:textId="6E658F4F" w:rsidR="00782D29" w:rsidRDefault="00782D29" w:rsidP="00782D29">
      <w:pPr>
        <w:pStyle w:val="Text1-1"/>
      </w:pPr>
      <w:r w:rsidRPr="00782D29">
        <w:t xml:space="preserve">Smluvní strany se dohodly, že předmět koupě může být dodán na určené místo plnění v pracovní dny v době </w:t>
      </w:r>
      <w:r w:rsidRPr="00C7430B">
        <w:t xml:space="preserve">od 7.00 do 13.00 hodin kdykoliv v termínu účinnosti této smlouvy s tím, že termín plnění bude oznámen v předstihu 2 pracovních dní prodávajícím kupujícímu (emailem na adresu </w:t>
      </w:r>
      <w:r w:rsidR="00417C6C" w:rsidRPr="00C7430B">
        <w:t>Cerveny</w:t>
      </w:r>
      <w:r w:rsidRPr="00C7430B">
        <w:t>@</w:t>
      </w:r>
      <w:r w:rsidR="00323A95">
        <w:rPr>
          <w:rFonts w:eastAsia="Times New Roman" w:cs="Arial"/>
          <w:snapToGrid w:val="0"/>
          <w:lang w:eastAsia="cs-CZ"/>
        </w:rPr>
        <w:t>spravazeleznic</w:t>
      </w:r>
      <w:r w:rsidRPr="00C7430B">
        <w:t xml:space="preserve">.cz a v kopii na </w:t>
      </w:r>
      <w:r w:rsidR="002F7867">
        <w:t>Albrecht</w:t>
      </w:r>
      <w:r w:rsidR="00417C6C" w:rsidRPr="00C7430B">
        <w:t>@</w:t>
      </w:r>
      <w:r w:rsidR="00323A95">
        <w:rPr>
          <w:rFonts w:eastAsia="Times New Roman" w:cs="Arial"/>
          <w:snapToGrid w:val="0"/>
          <w:lang w:eastAsia="cs-CZ"/>
        </w:rPr>
        <w:t>spravazeleznic</w:t>
      </w:r>
      <w:r w:rsidR="002F7867">
        <w:t>.cz</w:t>
      </w:r>
      <w:r w:rsidRPr="00C7430B">
        <w:t>)</w:t>
      </w:r>
      <w:r w:rsidRPr="00782D29">
        <w:t xml:space="preserve"> a kupující tento termín emailem prodávajícímu potvrdí. Za těchto podmínek je kupující povinen řádně dodaný předmět koupě na určeném místě plnění od prodávajícího převzít.</w:t>
      </w:r>
    </w:p>
    <w:p w14:paraId="448CEA38" w14:textId="77777777" w:rsidR="00782D29" w:rsidRDefault="00782D29" w:rsidP="00782D29">
      <w:pPr>
        <w:pStyle w:val="Text1-1"/>
      </w:pPr>
      <w:r w:rsidRPr="00782D29">
        <w:t>Podmínkou přejímky je ověření kompletnosti dodávky. Při provádění přejímky provede kupující současně namátkovou kontrolu kvality předmětu koupě.</w:t>
      </w:r>
    </w:p>
    <w:p w14:paraId="6D023EE8" w14:textId="77777777" w:rsidR="00782D29" w:rsidRDefault="00782D29" w:rsidP="00782D29">
      <w:pPr>
        <w:pStyle w:val="Text1-1"/>
      </w:pPr>
      <w:r w:rsidRPr="00782D29">
        <w:t>Okamžikem skončení přejímky přechází veškerá odpovědnost za škodu na předmětu koupě na kupujícího. Skutečnost dokládající uskutečnění přejímky je podpis oprávněného zaměstnance kupujícího a otisk razítka kupujícího na dodacím listě.</w:t>
      </w:r>
    </w:p>
    <w:p w14:paraId="0A343EF3" w14:textId="77777777" w:rsidR="00782D29" w:rsidRDefault="00782D29" w:rsidP="00782D29">
      <w:pPr>
        <w:pStyle w:val="Text1-1"/>
      </w:pPr>
      <w:r w:rsidRPr="00782D29">
        <w:t>Vlastnické právo k dodanému předmětu koupě nabývá kupující okamžikem jeho řádného převzetí od prodávajícího.</w:t>
      </w:r>
    </w:p>
    <w:p w14:paraId="115F9CB7" w14:textId="165D99A7" w:rsidR="0052014E" w:rsidRDefault="00782D29" w:rsidP="00782D29">
      <w:pPr>
        <w:pStyle w:val="Text1-1"/>
      </w:pPr>
      <w:r w:rsidRPr="00782D29">
        <w:t xml:space="preserve">Prodávající je povinen předat kupujícímu při dodání předmětu koupě – dodací list – ve 3 vyhotoveních a kupující je povinen, vyjma případu uvedeného v čl. </w:t>
      </w:r>
      <w:r>
        <w:t>4.7</w:t>
      </w:r>
      <w:r w:rsidRPr="00782D29">
        <w:t xml:space="preserve"> této smlouvy, je řádně potvrdit. Jedno vyhotovení potvrzeného dodacího listu si ponechá kupující a</w:t>
      </w:r>
      <w:r w:rsidR="0052014E">
        <w:t> </w:t>
      </w:r>
      <w:r w:rsidRPr="00782D29">
        <w:t>dvě vyhotovení předá prodávajícímu. Na dodacím listě bude vždy uvedeno:</w:t>
      </w:r>
    </w:p>
    <w:p w14:paraId="2D0539D8" w14:textId="77777777" w:rsidR="0052014E" w:rsidRDefault="0052014E">
      <w:r>
        <w:br w:type="page"/>
      </w:r>
    </w:p>
    <w:p w14:paraId="1C0BC0F2" w14:textId="77777777" w:rsidR="00782D29" w:rsidRPr="00782D29" w:rsidRDefault="00782D29" w:rsidP="00782D29">
      <w:pPr>
        <w:numPr>
          <w:ilvl w:val="1"/>
          <w:numId w:val="49"/>
        </w:numPr>
        <w:spacing w:after="0" w:line="240" w:lineRule="auto"/>
        <w:jc w:val="both"/>
        <w:rPr>
          <w:rFonts w:cs="Arial"/>
        </w:rPr>
      </w:pPr>
      <w:r w:rsidRPr="00782D29">
        <w:rPr>
          <w:rFonts w:cs="Arial"/>
        </w:rPr>
        <w:lastRenderedPageBreak/>
        <w:t>přesné označení prodávajícího a kupujícího,</w:t>
      </w:r>
    </w:p>
    <w:p w14:paraId="09F5BAB1" w14:textId="77777777" w:rsidR="00782D29" w:rsidRPr="00782D29" w:rsidRDefault="00782D29" w:rsidP="00782D29">
      <w:pPr>
        <w:numPr>
          <w:ilvl w:val="1"/>
          <w:numId w:val="49"/>
        </w:numPr>
        <w:spacing w:after="0" w:line="240" w:lineRule="auto"/>
        <w:jc w:val="both"/>
        <w:rPr>
          <w:rFonts w:cs="Arial"/>
        </w:rPr>
      </w:pPr>
      <w:r w:rsidRPr="00782D29">
        <w:rPr>
          <w:rFonts w:cs="Arial"/>
        </w:rPr>
        <w:t>číslo dodacího listu a datum vystavení,</w:t>
      </w:r>
    </w:p>
    <w:p w14:paraId="3307C350" w14:textId="77777777" w:rsidR="00782D29" w:rsidRPr="00782D29" w:rsidRDefault="00782D29" w:rsidP="00782D29">
      <w:pPr>
        <w:numPr>
          <w:ilvl w:val="1"/>
          <w:numId w:val="49"/>
        </w:numPr>
        <w:spacing w:after="0" w:line="240" w:lineRule="auto"/>
        <w:jc w:val="both"/>
        <w:rPr>
          <w:rFonts w:cs="Arial"/>
        </w:rPr>
      </w:pPr>
      <w:r w:rsidRPr="00782D29">
        <w:rPr>
          <w:rFonts w:cs="Arial"/>
        </w:rPr>
        <w:t>číslo kupní smlouvy, popř. číslo dodatku kupní smlouvy,</w:t>
      </w:r>
    </w:p>
    <w:p w14:paraId="4BDC9194" w14:textId="77777777" w:rsidR="00782D29" w:rsidRPr="00782D29" w:rsidRDefault="00782D29" w:rsidP="00782D29">
      <w:pPr>
        <w:spacing w:after="120"/>
        <w:ind w:left="1417" w:hanging="425"/>
        <w:jc w:val="both"/>
        <w:rPr>
          <w:rFonts w:cs="Arial"/>
        </w:rPr>
      </w:pPr>
      <w:r w:rsidRPr="00782D29">
        <w:rPr>
          <w:rFonts w:cs="Arial"/>
        </w:rPr>
        <w:t xml:space="preserve"> -</w:t>
      </w:r>
      <w:r w:rsidRPr="00782D29">
        <w:rPr>
          <w:rFonts w:cs="Arial"/>
        </w:rPr>
        <w:tab/>
        <w:t>specifikace předmětu koupě.</w:t>
      </w:r>
    </w:p>
    <w:p w14:paraId="67C9B979" w14:textId="2676EA52" w:rsidR="00782D29" w:rsidRPr="00AF77E4" w:rsidRDefault="00782D29" w:rsidP="00A47166">
      <w:pPr>
        <w:pStyle w:val="Text1-1"/>
      </w:pPr>
      <w:r w:rsidRPr="00AF77E4">
        <w:t>Současně s daňovým dokladem (</w:t>
      </w:r>
      <w:r w:rsidR="00A47166" w:rsidRPr="00AF77E4">
        <w:t xml:space="preserve">elektronicky zaslanou </w:t>
      </w:r>
      <w:r w:rsidRPr="00AF77E4">
        <w:t>fakturou) zašle prodávající kupujícímu, jako přílohu, jedno vyhotovení potvrzeného dodacího listu uskutečněné dodávky</w:t>
      </w:r>
      <w:r w:rsidR="00A47166" w:rsidRPr="00AF77E4">
        <w:t>, a to na adresu pro zasílání elektronických faktur uvedenou v kontaktu kupujícího</w:t>
      </w:r>
      <w:r w:rsidRPr="00AF77E4">
        <w:t>.</w:t>
      </w:r>
      <w:r w:rsidR="00A47166" w:rsidRPr="00AF77E4">
        <w:t xml:space="preserve"> V případě technických problémů s vyhotovením elektronické podoby daňového dokladu či jeho příloh (např. nečitelnost </w:t>
      </w:r>
      <w:proofErr w:type="spellStart"/>
      <w:r w:rsidR="00A47166" w:rsidRPr="00AF77E4">
        <w:t>scanu</w:t>
      </w:r>
      <w:proofErr w:type="spellEnd"/>
      <w:r w:rsidR="00A47166" w:rsidRPr="00AF77E4">
        <w:t xml:space="preserve">) bude </w:t>
      </w:r>
      <w:r w:rsidR="00587286">
        <w:t>kupující</w:t>
      </w:r>
      <w:r w:rsidR="00A47166" w:rsidRPr="00AF77E4">
        <w:t xml:space="preserve"> akceptovat daňový doklad doručený v listinné podobě.</w:t>
      </w:r>
    </w:p>
    <w:p w14:paraId="40DD4793" w14:textId="77777777" w:rsidR="00F24489" w:rsidRDefault="00782D29" w:rsidP="00214C3E">
      <w:pPr>
        <w:pStyle w:val="Nadpis1-1"/>
      </w:pPr>
      <w:r>
        <w:t>vady předmětu koupě (reklamace)</w:t>
      </w:r>
    </w:p>
    <w:p w14:paraId="040FAC78" w14:textId="1F0B19E7" w:rsidR="00782D29" w:rsidRDefault="00782D29" w:rsidP="00782D29">
      <w:pPr>
        <w:pStyle w:val="Text1-1"/>
      </w:pPr>
      <w:r w:rsidRPr="00782D29">
        <w:t>Prodávající prohlašuje, že předmět koupě není zatížen právy třetích osob, tedy, že</w:t>
      </w:r>
      <w:r w:rsidR="0052014E">
        <w:t> </w:t>
      </w:r>
      <w:r w:rsidRPr="00782D29">
        <w:t>nemá právní vady.</w:t>
      </w:r>
    </w:p>
    <w:p w14:paraId="685837CE" w14:textId="77777777" w:rsidR="00782D29" w:rsidRDefault="00782D29" w:rsidP="00782D29">
      <w:pPr>
        <w:pStyle w:val="Text1-1"/>
      </w:pPr>
      <w:r w:rsidRPr="00782D29">
        <w:t>Prodávající odpovídá kupujícímu za bezvadný stav předmětu koupě, z</w:t>
      </w:r>
      <w:r>
        <w:t>a dodržení podmínek uvedených v</w:t>
      </w:r>
      <w:r w:rsidRPr="00782D29">
        <w:t xml:space="preserve"> kupní smlouvě, za správnou specifikaci a správné počty dodaných množstevních jednotek.</w:t>
      </w:r>
    </w:p>
    <w:p w14:paraId="1B61CD3A" w14:textId="4A831817" w:rsidR="00782D29" w:rsidRDefault="00DB3E86" w:rsidP="00DB3E86">
      <w:pPr>
        <w:pStyle w:val="Text1-1"/>
      </w:pPr>
      <w:r w:rsidRPr="00417C6C">
        <w:t xml:space="preserve">Prodávající poskytuje kupujícímu záruku za jakost předmětu koupě nejméně v </w:t>
      </w:r>
      <w:r w:rsidRPr="00C7430B">
        <w:t>délce 24</w:t>
      </w:r>
      <w:r w:rsidR="0052014E">
        <w:t> </w:t>
      </w:r>
      <w:r w:rsidRPr="00C7430B">
        <w:t>měsíců</w:t>
      </w:r>
      <w:r w:rsidRPr="00417C6C">
        <w:t xml:space="preserve"> ode dne předání a převzetí předmětu koupě kupujícím. V případech, kdy by záruční doba poskytnutá výrobci předmětu koupě překročila výše uvedenou dobu </w:t>
      </w:r>
      <w:r w:rsidRPr="00C7430B">
        <w:t>24</w:t>
      </w:r>
      <w:r w:rsidR="0052014E">
        <w:t> </w:t>
      </w:r>
      <w:r w:rsidRPr="00C7430B">
        <w:t>měsíců</w:t>
      </w:r>
      <w:r w:rsidRPr="00417C6C">
        <w:t>, zavazuje se prodávající poskytnout kupujícímu záruku za jakost předmětu koupě v této delší době dané výrobci předmětu koupě</w:t>
      </w:r>
      <w:r w:rsidRPr="00DB3E86">
        <w:t>.</w:t>
      </w:r>
    </w:p>
    <w:p w14:paraId="120AF96C" w14:textId="77777777" w:rsidR="00DB3E86" w:rsidRDefault="00DB3E86" w:rsidP="00DB3E86">
      <w:pPr>
        <w:pStyle w:val="Text1-1"/>
      </w:pPr>
      <w:r w:rsidRPr="00DB3E86">
        <w:t>Poskytnutá záruka znamená, že dodaný předmět koupě bude bezvadný a bude mít po celou dobu záruční doby obvyklé vlastnosti odpovídající této smlouvě, obchodním zvyklostem a obsahu příslušných právních norem platných v den dodání předmětu koupě kupujícímu, které se na tento předmět koupě vztahují.</w:t>
      </w:r>
    </w:p>
    <w:p w14:paraId="4A0F656C" w14:textId="77777777" w:rsidR="00DB3E86" w:rsidRDefault="00DB3E86" w:rsidP="00DB3E86">
      <w:pPr>
        <w:pStyle w:val="Text1-1"/>
      </w:pPr>
      <w:r w:rsidRPr="00DB3E86">
        <w:t>Zjevné vady předmětu koupě, tedy vady, které lze zjistit při přebírání předmětu koupě kupujícím, je kupující povinen reklamovat již na dodacím listu. Pokud se týká práva kupujícího z vadného plnění, postupuje se dle ustanovení § 2099 a násl. občanského zákoníku. Odchylně od zákona smluvní strany ujednávají, že vadu předmětu koupě lze vytknout do 15 pracovních dnů po převzetí předmětu koupě kupujícím.</w:t>
      </w:r>
    </w:p>
    <w:p w14:paraId="4BB2BB1F" w14:textId="77777777" w:rsidR="00403C48" w:rsidRDefault="00403C48" w:rsidP="00403C48">
      <w:pPr>
        <w:pStyle w:val="Text1-1"/>
      </w:pPr>
      <w:r>
        <w:t xml:space="preserve">Kupující má právo reklamovat zjištěné vady předmětu koupě kdykoliv během záruční doby. K reklamaci přiloží vždy vadný předmět koupě. </w:t>
      </w:r>
    </w:p>
    <w:p w14:paraId="22C17AC4" w14:textId="77777777" w:rsidR="00403C48" w:rsidRDefault="00403C48" w:rsidP="00403C48">
      <w:pPr>
        <w:pStyle w:val="Text1-1"/>
      </w:pPr>
      <w:r>
        <w:t>Kupující je povinen při převzetí předmětu koupě tento předmět koupě řádně prohlédnout. Zjistí-li kupující nebo jeho zástupce nesrovnalosti ve specifikaci nebo množství, zřejmou porušenost nebo neúplnost dodávky nebo okolnosti tomu nasvědčující, je povinen o tom spolu s předávajícím sepsat zápis, ve kterém obě strany uvedou svá stanoviska. Pokud prodávající nebo jeho zástupce odmítne sepsat nebo podepsat tento zápis, není kupující povinen dodávku převzít.</w:t>
      </w:r>
    </w:p>
    <w:p w14:paraId="738F7742" w14:textId="77777777" w:rsidR="00403C48" w:rsidRDefault="00403C48" w:rsidP="00403C48">
      <w:pPr>
        <w:pStyle w:val="Text1-1"/>
      </w:pPr>
      <w:r>
        <w:t>Lhůta pro vyřízení reklamace vadného předmětu koupě činí 30 kalendářních dnů. Tato lhůta začíná běžet dnem, kdy vadný předmět koupě prodávající převzal od kupujícího. Po dobu, po kterou nemůže kupující vadný předmět koupě užívat, neběží záruční doba.</w:t>
      </w:r>
    </w:p>
    <w:p w14:paraId="61DF18CF" w14:textId="77777777" w:rsidR="00403C48" w:rsidRDefault="00403C48" w:rsidP="00403C48">
      <w:pPr>
        <w:pStyle w:val="Text1-1"/>
      </w:pPr>
      <w:r>
        <w:t>Prodávající neodpovídá za poškození předmětu koupě živelnou událostí, mechanickým poškozením ze strany kupujícího nebo třetí osoby, nevhodným skladováním, popř. použitím k účelu, který není obvyklý u tohoto druhu předmětu koupě.</w:t>
      </w:r>
    </w:p>
    <w:p w14:paraId="46C7A486" w14:textId="77777777" w:rsidR="006C7460" w:rsidRDefault="00403C48" w:rsidP="00214C3E">
      <w:pPr>
        <w:pStyle w:val="Nadpis1-1"/>
      </w:pPr>
      <w:r>
        <w:t>sankce (smluvní pokuty, úroky z prodlení)</w:t>
      </w:r>
    </w:p>
    <w:p w14:paraId="73FF9506" w14:textId="1D092BFC" w:rsidR="0052014E" w:rsidRDefault="00403C48" w:rsidP="00403C48">
      <w:pPr>
        <w:pStyle w:val="Text1-1"/>
      </w:pPr>
      <w:r>
        <w:t xml:space="preserve">V případě, že prodávající nebude řádně plnit tuto kupní smlouvu, je kupující oprávněn po prodávajícím požadovat zaplacení smluvních pokut sjednaných v části 14 Obchodních podmínek a prodávající je povinen kupujícímu tyto smluvní pokuty uhradit. </w:t>
      </w:r>
    </w:p>
    <w:p w14:paraId="03E92F6D" w14:textId="77777777" w:rsidR="0052014E" w:rsidRDefault="0052014E">
      <w:r>
        <w:br w:type="page"/>
      </w:r>
    </w:p>
    <w:p w14:paraId="2F04FA0C" w14:textId="14EA7332" w:rsidR="00403C48" w:rsidRDefault="00403C48" w:rsidP="00403C48">
      <w:pPr>
        <w:pStyle w:val="Text1-1"/>
      </w:pPr>
      <w:r>
        <w:lastRenderedPageBreak/>
        <w:t>V případě prodlení kupujícího s úhradou kupní ceny (faktury – daňového dokladu) vzniká prodávajícímu právo účtovat zákonný úrok z prodlení. Smluvní strany se dohodly, že po dobu minimálně 14 kalendářních dnů nebude prodávajícím úrok z</w:t>
      </w:r>
      <w:r w:rsidR="0052014E">
        <w:t> </w:t>
      </w:r>
      <w:r>
        <w:t>prodlení požadován.</w:t>
      </w:r>
    </w:p>
    <w:p w14:paraId="6CF9635E" w14:textId="77777777" w:rsidR="00403C48" w:rsidRDefault="00403C48" w:rsidP="00403C48">
      <w:pPr>
        <w:pStyle w:val="Text1-1"/>
      </w:pPr>
      <w:r>
        <w:t xml:space="preserve">Zaplacením smluvní pokuty není dotčeno právo kupujícího na náhradu škody, která vznikla v příčinné souvislosti s porušením smluvní povinnosti, jež má za následek placení smluvní pokuty. </w:t>
      </w:r>
    </w:p>
    <w:p w14:paraId="3665F227" w14:textId="77777777" w:rsidR="00403C48" w:rsidRDefault="00403C48" w:rsidP="00403C48">
      <w:pPr>
        <w:pStyle w:val="Text1-1"/>
      </w:pPr>
      <w:r>
        <w:t>Povinnost, jejíž splnění bylo zajištěno smluvní pokutou, je povinná smluvní strana povinna splnit i po zaplacení smluvní pokuty.</w:t>
      </w:r>
    </w:p>
    <w:p w14:paraId="00079651" w14:textId="77777777" w:rsidR="00403C48" w:rsidRDefault="00403C48" w:rsidP="00403C48">
      <w:pPr>
        <w:pStyle w:val="Text1-1"/>
      </w:pPr>
      <w:r w:rsidRPr="00403C48">
        <w:t>Povinnost zaplatit</w:t>
      </w:r>
    </w:p>
    <w:p w14:paraId="3E1E543A" w14:textId="128E3120" w:rsidR="00403C48" w:rsidRPr="00403C48" w:rsidRDefault="00403C48" w:rsidP="00403C48">
      <w:pPr>
        <w:spacing w:after="120"/>
        <w:ind w:left="1134" w:hanging="425"/>
        <w:jc w:val="both"/>
        <w:rPr>
          <w:rFonts w:cs="Arial"/>
        </w:rPr>
      </w:pPr>
      <w:r w:rsidRPr="00403C48">
        <w:rPr>
          <w:rFonts w:cs="Arial"/>
        </w:rPr>
        <w:t>a.</w:t>
      </w:r>
      <w:r w:rsidRPr="00403C48">
        <w:rPr>
          <w:rFonts w:cs="Arial"/>
        </w:rPr>
        <w:tab/>
        <w:t xml:space="preserve">smluvní pokutu podle </w:t>
      </w:r>
      <w:r>
        <w:rPr>
          <w:rFonts w:cs="Arial"/>
        </w:rPr>
        <w:t>čl. 5.1</w:t>
      </w:r>
      <w:r w:rsidRPr="00403C48">
        <w:rPr>
          <w:rFonts w:cs="Arial"/>
        </w:rPr>
        <w:t xml:space="preserve"> této smlouvy vzniká prodávajícímu do 30 dnů od</w:t>
      </w:r>
      <w:r w:rsidR="0052014E">
        <w:rPr>
          <w:rFonts w:cs="Arial"/>
        </w:rPr>
        <w:t> </w:t>
      </w:r>
      <w:r w:rsidRPr="00403C48">
        <w:rPr>
          <w:rFonts w:cs="Arial"/>
        </w:rPr>
        <w:t>doručení výzvy kupujícího prodávajícímu k zaplacení smluvní pokuty,</w:t>
      </w:r>
    </w:p>
    <w:p w14:paraId="2C9214C2" w14:textId="64F695EF" w:rsidR="00403C48" w:rsidRPr="00403C48" w:rsidRDefault="00403C48" w:rsidP="00403C48">
      <w:pPr>
        <w:spacing w:after="120"/>
        <w:ind w:left="1134" w:hanging="425"/>
        <w:jc w:val="both"/>
        <w:rPr>
          <w:rFonts w:cs="Arial"/>
        </w:rPr>
      </w:pPr>
      <w:r w:rsidRPr="00403C48">
        <w:rPr>
          <w:rFonts w:cs="Arial"/>
        </w:rPr>
        <w:t>b.</w:t>
      </w:r>
      <w:r w:rsidRPr="00403C48">
        <w:rPr>
          <w:rFonts w:cs="Arial"/>
        </w:rPr>
        <w:tab/>
        <w:t xml:space="preserve">úrok z prodlení podle </w:t>
      </w:r>
      <w:r>
        <w:rPr>
          <w:rFonts w:cs="Arial"/>
        </w:rPr>
        <w:t xml:space="preserve">čl. 5.2 </w:t>
      </w:r>
      <w:r w:rsidRPr="00403C48">
        <w:rPr>
          <w:rFonts w:cs="Arial"/>
        </w:rPr>
        <w:t>této smlouvy vzniká kupujícímu do 30 dnů od</w:t>
      </w:r>
      <w:r w:rsidR="0052014E">
        <w:rPr>
          <w:rFonts w:cs="Arial"/>
        </w:rPr>
        <w:t> </w:t>
      </w:r>
      <w:r w:rsidRPr="00403C48">
        <w:rPr>
          <w:rFonts w:cs="Arial"/>
        </w:rPr>
        <w:t>doručení výzvy a vyčíslení částky prodávajícím.</w:t>
      </w:r>
    </w:p>
    <w:p w14:paraId="7B3315DD" w14:textId="77777777" w:rsidR="00281052" w:rsidRDefault="00281052" w:rsidP="00281052">
      <w:pPr>
        <w:pStyle w:val="Text1-1"/>
      </w:pPr>
      <w:r>
        <w:t xml:space="preserve">Práva a povinnosti vyplývající z této kupní smlouvy nelze bez předchozího souhlasu druhé smluvní strany převádět na třetí osobu. Porušení tohoto ujednání je podstatným porušením povinností z této smlouvy a druhá smluvní strana může v tomto případě od smlouvy odstoupit. Odstoupením od smlouvy zaniká smlouva ex </w:t>
      </w:r>
      <w:proofErr w:type="spellStart"/>
      <w:r>
        <w:t>tunc</w:t>
      </w:r>
      <w:proofErr w:type="spellEnd"/>
      <w:r>
        <w:t>, tj. od počátku.</w:t>
      </w:r>
    </w:p>
    <w:p w14:paraId="71DAB2BF" w14:textId="77777777" w:rsidR="00281052" w:rsidRDefault="00281052" w:rsidP="00281052">
      <w:pPr>
        <w:pStyle w:val="Text1-1"/>
      </w:pPr>
      <w:r>
        <w:t>Prodávající se zavazuje nepostoupit své pohledávky z této kupní smlouvy třetím osobám bez předchozího písemného souhlasu kupujícího. V případě, že prodávající poruší toto smluvní ujednání, je kupující oprávněn účtovat prodávajícímu smluvní pokutu ve výši 20% postoupené pohledávky, minimálně však ve výši 5 000,- Kč. Tato smluvní pokuta je splatná ve lhůtě 30 kalendářních dnů od doručení výzvy k zaplacení smluvní pokuty kupujícího prodávajícímu.</w:t>
      </w:r>
    </w:p>
    <w:p w14:paraId="6E084624" w14:textId="08953394" w:rsidR="006C7460" w:rsidRPr="00092818" w:rsidRDefault="00281052" w:rsidP="00281052">
      <w:pPr>
        <w:pStyle w:val="Text1-1"/>
      </w:pPr>
      <w:r>
        <w:t>V případě prodlení prodávajícího s řádným dodáním předmětu koupě, tj. bez zjevných vad či jiného poškození, které bude delší jak 30 dnů, má kupující právo odstoupit od</w:t>
      </w:r>
      <w:r w:rsidR="0052014E">
        <w:t> </w:t>
      </w:r>
      <w:r>
        <w:t xml:space="preserve">této smlouvy. V tomto případě se smlouva ruší ex </w:t>
      </w:r>
      <w:proofErr w:type="spellStart"/>
      <w:r>
        <w:t>tunc</w:t>
      </w:r>
      <w:proofErr w:type="spellEnd"/>
      <w:r>
        <w:t>, tj. od počátku.</w:t>
      </w:r>
    </w:p>
    <w:p w14:paraId="4E77BD8D" w14:textId="77777777" w:rsidR="007A7344" w:rsidRDefault="00281052" w:rsidP="00214C3E">
      <w:pPr>
        <w:pStyle w:val="Nadpis1-1"/>
      </w:pPr>
      <w:r>
        <w:t>společná a závěrečná ustanovení</w:t>
      </w:r>
    </w:p>
    <w:p w14:paraId="62AFA868" w14:textId="77777777" w:rsidR="0031424A" w:rsidRDefault="0031424A" w:rsidP="0031424A">
      <w:pPr>
        <w:pStyle w:val="Text1-1"/>
      </w:pPr>
      <w:r>
        <w:t>Podpis smlouvy je projevem souhlasu s celým jejím obsahem. Tato smlouva nabývá platnosti dnem podpisu poslední smluvní stranou a účinnosti dnem uveřejnění smlouvy v registru smluv.</w:t>
      </w:r>
    </w:p>
    <w:p w14:paraId="07DC83FD" w14:textId="77777777" w:rsidR="0031424A" w:rsidRDefault="0031424A" w:rsidP="0031424A">
      <w:pPr>
        <w:pStyle w:val="Text1-1"/>
      </w:pPr>
      <w:r>
        <w:t>Změny této smlouvy mohou smluvní strany provádět pouze písemnou formou (číslovanými dodatky) a po vzájemné dohodě.</w:t>
      </w:r>
    </w:p>
    <w:p w14:paraId="31C02B19" w14:textId="77777777" w:rsidR="0031424A" w:rsidRDefault="0031424A" w:rsidP="0031424A">
      <w:pPr>
        <w:pStyle w:val="Text1-1"/>
      </w:pPr>
      <w:r>
        <w:t xml:space="preserve">Smluvní strany se zavazují, že veškeré případné spory, do nichž se při plnění této smlouvy dostanou, budou řešeny v prvé řadě dohodou. Zástupci smluvních stran se sejdou na základě písemné výzvy v dohodnutém termínu a místě nejpozději do 10 dnů ode dne doručení výzvy. Veškeré spory z této smlouvy, u nichž nedojde k dohodě, budou řešit soudy České republiky. </w:t>
      </w:r>
    </w:p>
    <w:p w14:paraId="34421BAD" w14:textId="4C81A580" w:rsidR="0031424A" w:rsidRDefault="0031424A" w:rsidP="0031424A">
      <w:pPr>
        <w:pStyle w:val="Text1-1"/>
      </w:pPr>
      <w:r>
        <w:t>Smluvní strany berou na vědomí, že veškeré právní jednání adresované druhé smluvní straně nabývají účinnosti dnem doručení na adresu, kterou si pro účely doručování v</w:t>
      </w:r>
      <w:r w:rsidR="0052014E">
        <w:t> </w:t>
      </w:r>
      <w:r>
        <w:t>záhlaví této smlouvy označily jako sféru své dispozice, a to bez ohledu na skutečnost, kdy se druhá strana fakticky s právním jednáním seznámí. Tudíž právní jednání je učiněno již samotným doručením na adresu uvedenou ve smlouvě.</w:t>
      </w:r>
    </w:p>
    <w:p w14:paraId="672C7B29" w14:textId="70B62DE7" w:rsidR="0052014E" w:rsidRDefault="0031424A" w:rsidP="0031424A">
      <w:pPr>
        <w:pStyle w:val="Text1-1"/>
      </w:pPr>
      <w:r>
        <w:t>Smluvní strany prohlašují, že jednotlivé články jsou dostatečné z hlediska náležitostí pro vznik smluvního vztahu, bylo využito smluvní volnosti stran a tato smlouva se uzavírá určitě, vážně a srozumitelně.</w:t>
      </w:r>
    </w:p>
    <w:p w14:paraId="180BF94C" w14:textId="77777777" w:rsidR="0052014E" w:rsidRDefault="0052014E">
      <w:r>
        <w:br w:type="page"/>
      </w:r>
    </w:p>
    <w:p w14:paraId="307DC064" w14:textId="77777777" w:rsidR="0031424A" w:rsidRDefault="0031424A" w:rsidP="0031424A">
      <w:pPr>
        <w:pStyle w:val="Text1-1"/>
      </w:pPr>
      <w:r>
        <w:lastRenderedPageBreak/>
        <w:t>Právní vztahy vyplývající z této smlouvy se řídí výhradně právem České republiky. Pokud není v této smlouvě stanoveno jinak, platí pro právní vztahy z ní vyplývající příslušná ustanovení Obchodních podmínek a dále pak obecně závazné právní předpisy.</w:t>
      </w:r>
    </w:p>
    <w:p w14:paraId="634A96C4" w14:textId="782667ED" w:rsidR="0031424A" w:rsidRDefault="0031424A" w:rsidP="0031424A">
      <w:pPr>
        <w:pStyle w:val="Text1-1"/>
      </w:pPr>
      <w:r>
        <w:t>Prodávající bere na vědomí, že kupující je povinným subjektem dle zákona č. 340/2015 Sb., o zvláštních podmínkách účinnosti některých smluv, uveřejňování těchto smluv a</w:t>
      </w:r>
      <w:r w:rsidR="0052014E">
        <w:t> </w:t>
      </w:r>
      <w:r>
        <w:t>registru smluv (zákon o registru smluv), ve znění pozdějších předpisů (dále jen „ZRS“). Pokud budou splněny podmínky stanovené ZRS pro povinnost uveřejnění smlouvy v Registru smluv Ministerstva vnitra České republiky, souhlasí prodávající s</w:t>
      </w:r>
      <w:r w:rsidR="0052014E">
        <w:t> </w:t>
      </w:r>
      <w:r>
        <w:t>takovým uveřejněním textu smlouvy, jejích příloh i případných dodatků (bez identifikace osob, které nejsou uvedeny ve veřejně přístupných rejstřících, kontaktů a</w:t>
      </w:r>
      <w:r w:rsidR="0052014E">
        <w:t> </w:t>
      </w:r>
      <w:r>
        <w:t>bankovních spojení). Zaslání smlouvy správci registru smluv k uveřejnění smluv obvykle zajišťuje kupující, nicméně odpovědnost za uveřejnění smlouvy v registru smluv mají obě smluvní strany. Prodávající tedy není oprávněn v případě neuveřejnění smlouvy po kupujícím požadovat náhradu škody nebo jakékoliv újmy, která by mu v</w:t>
      </w:r>
      <w:r w:rsidR="0052014E">
        <w:t> </w:t>
      </w:r>
      <w:r>
        <w:t xml:space="preserve">této souvislosti vznikla nebo vzniknout mohla. </w:t>
      </w:r>
    </w:p>
    <w:p w14:paraId="3F86C042" w14:textId="77777777" w:rsidR="0031424A" w:rsidRDefault="0031424A" w:rsidP="0031424A">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F8A82C3" w14:textId="1D1ABFB7" w:rsidR="0031424A" w:rsidRDefault="0031424A" w:rsidP="0031424A">
      <w:pPr>
        <w:pStyle w:val="Text1-1"/>
      </w:pPr>
      <w:r>
        <w:t>Jestliže smluvní strana označí za své obchodní tajemství část obsahu smlouvy, která v</w:t>
      </w:r>
      <w:r w:rsidR="0052014E">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prodávající neoznačí za své obchodní tajemství před uzavřením této smlouvy, nebude kupující jako s obchodním tajemstvím nakládat a ani zodpovídat za případnou škodu či jinou újmu takovým postupem vzniklou. Označením obchodního tajemství ve smyslu předchozí věty se rozumí doručení písemného oznámení prodávajícího kupujícímu, které obsahuje přesnou identifikaci dotčených částí smlouvy, a to včetně odůvodnění, proč jsou tyto části smlouvy za obchodní tajemství považovány. Prodávající je povinen výslovně uvést, že informace, které označil jako své obchodní tajemství, naplňují současně všechny definiční znaky obchodního tajemství, tak jak je vymezeno v</w:t>
      </w:r>
      <w:r w:rsidR="0052014E">
        <w:t> </w:t>
      </w:r>
      <w:r>
        <w:t>ustanovení § 504 občanského zákoníku, a zavazuje se neprodleně písemně sdělit kupujícímu skutečnost, že takto označené informace přestaly naplňovat znaky obchodního tajemství.</w:t>
      </w:r>
    </w:p>
    <w:p w14:paraId="6FC7440F" w14:textId="77777777" w:rsidR="0031424A" w:rsidRDefault="0031424A" w:rsidP="0031424A">
      <w:pPr>
        <w:pStyle w:val="Text1-1"/>
      </w:pPr>
      <w:r>
        <w:t>Smluvní strany se zavazují zpracovávat osobní údaje o zaměstnancích druhé smluvní strany v souladu s Nařízením Evropského parlamentu a Rady (EU) č. 2016/679 ze dne 27. 4. 2016, obecné nařízení o ochraně osobních údajů.</w:t>
      </w:r>
    </w:p>
    <w:p w14:paraId="4A8AEFC1" w14:textId="7CA625CC" w:rsidR="0031424A" w:rsidRPr="005E0D1D" w:rsidRDefault="0031424A" w:rsidP="0031424A">
      <w:pPr>
        <w:pStyle w:val="Text1-1"/>
      </w:pPr>
      <w:r w:rsidRPr="005E0D1D">
        <w:t xml:space="preserve">Tato smlouva je vyhotovena </w:t>
      </w:r>
      <w:r w:rsidRPr="00C7430B">
        <w:t xml:space="preserve">ve </w:t>
      </w:r>
      <w:r w:rsidR="005E0D1D" w:rsidRPr="00C7430B">
        <w:t xml:space="preserve">3 </w:t>
      </w:r>
      <w:r w:rsidRPr="00C7430B">
        <w:t>(</w:t>
      </w:r>
      <w:r w:rsidR="005E0D1D" w:rsidRPr="00C7430B">
        <w:t>třech</w:t>
      </w:r>
      <w:r w:rsidRPr="00C7430B">
        <w:t>) stejnopisech</w:t>
      </w:r>
      <w:r w:rsidR="000D58A4">
        <w:t xml:space="preserve"> (o </w:t>
      </w:r>
      <w:r w:rsidR="002F7867">
        <w:t>sedmi</w:t>
      </w:r>
      <w:r w:rsidR="000D58A4">
        <w:t xml:space="preserve"> stranách)</w:t>
      </w:r>
      <w:r w:rsidRPr="005E0D1D">
        <w:t>. Každé vyhotovení má platnost originálu. Po podpisu obou smluvních stran kupující obdrží 2</w:t>
      </w:r>
      <w:r w:rsidR="0052014E">
        <w:t> </w:t>
      </w:r>
      <w:r w:rsidRPr="005E0D1D">
        <w:t xml:space="preserve">(dvě) vyhotovení smlouvy a prodávající </w:t>
      </w:r>
      <w:r w:rsidRPr="00C7430B">
        <w:t xml:space="preserve">obdrží </w:t>
      </w:r>
      <w:r w:rsidR="005E0D1D" w:rsidRPr="00C7430B">
        <w:t xml:space="preserve">1 </w:t>
      </w:r>
      <w:r w:rsidRPr="00C7430B">
        <w:t>(</w:t>
      </w:r>
      <w:r w:rsidR="005E0D1D" w:rsidRPr="00C7430B">
        <w:t>jedno</w:t>
      </w:r>
      <w:r w:rsidRPr="00C7430B">
        <w:t>) vyhotovení</w:t>
      </w:r>
      <w:r w:rsidRPr="005E0D1D">
        <w:t>.</w:t>
      </w:r>
    </w:p>
    <w:p w14:paraId="4F1CA624" w14:textId="77777777" w:rsidR="0031424A" w:rsidRDefault="0031424A" w:rsidP="0031424A">
      <w:pPr>
        <w:pStyle w:val="Text1-1"/>
      </w:pPr>
      <w:r>
        <w:t>Smluvní strany prohlašují, že si smlouvu řádně přečetly a že smlouvu uzavřely na základě pravé a svobodné vůle. Na důkaz toho stvrzují smlouvu svými podpisy.</w:t>
      </w:r>
    </w:p>
    <w:p w14:paraId="191E838E" w14:textId="295BF7D2" w:rsidR="0052014E" w:rsidRDefault="00927364" w:rsidP="00927364">
      <w:pPr>
        <w:pStyle w:val="Text1-1"/>
      </w:pPr>
      <w:r w:rsidRPr="00927364">
        <w:t>Osoby uzavírající tuto smlouvu za smluvní strany souhlasí s uveřejněním svých osobních údajů, které jsou uvedeny v této smlouvě, spolu se smlouvou v registru smluv. Tento souhlas je udělen na dobu neurčitou.</w:t>
      </w:r>
    </w:p>
    <w:p w14:paraId="483EFAD8" w14:textId="77777777" w:rsidR="0052014E" w:rsidRDefault="0052014E">
      <w:r>
        <w:br w:type="page"/>
      </w:r>
    </w:p>
    <w:p w14:paraId="42A99535" w14:textId="77777777" w:rsidR="00214C3E" w:rsidRPr="00F97DBD" w:rsidRDefault="00214C3E" w:rsidP="00214C3E">
      <w:pPr>
        <w:pStyle w:val="Text1-1"/>
      </w:pPr>
      <w:r w:rsidRPr="00F97DBD">
        <w:lastRenderedPageBreak/>
        <w:t>Součást Smlouvy tvoří tyto přílohy:</w:t>
      </w:r>
    </w:p>
    <w:tbl>
      <w:tblPr>
        <w:tblW w:w="5000" w:type="pct"/>
        <w:jc w:val="center"/>
        <w:tblLook w:val="01E0" w:firstRow="1" w:lastRow="1" w:firstColumn="1" w:lastColumn="1" w:noHBand="0" w:noVBand="0"/>
      </w:tblPr>
      <w:tblGrid>
        <w:gridCol w:w="2181"/>
        <w:gridCol w:w="6521"/>
      </w:tblGrid>
      <w:tr w:rsidR="00214C3E" w:rsidRPr="00F97DBD" w14:paraId="4B4EBE81" w14:textId="77777777" w:rsidTr="00DF5182">
        <w:trPr>
          <w:jc w:val="center"/>
        </w:trPr>
        <w:tc>
          <w:tcPr>
            <w:tcW w:w="1253" w:type="pct"/>
          </w:tcPr>
          <w:bookmarkStart w:id="2" w:name="ListAnnex01"/>
          <w:p w14:paraId="7ECDFC0D"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3747" w:type="pct"/>
          </w:tcPr>
          <w:p w14:paraId="3F4B6AD8" w14:textId="77777777" w:rsidR="00214C3E" w:rsidRPr="00F97DBD" w:rsidRDefault="00DF5182" w:rsidP="00DF5182">
            <w:pPr>
              <w:pStyle w:val="Textbezslovn"/>
            </w:pPr>
            <w:r>
              <w:t>Cenová nabídka</w:t>
            </w:r>
          </w:p>
        </w:tc>
      </w:tr>
      <w:tr w:rsidR="00667A0D" w:rsidRPr="00F97DBD" w14:paraId="4C13227F" w14:textId="77777777" w:rsidTr="00DF5182">
        <w:trPr>
          <w:jc w:val="center"/>
        </w:trPr>
        <w:tc>
          <w:tcPr>
            <w:tcW w:w="1253" w:type="pct"/>
          </w:tcPr>
          <w:p w14:paraId="26EF3321" w14:textId="77777777" w:rsidR="00667A0D" w:rsidRPr="00667A0D" w:rsidRDefault="00667A0D" w:rsidP="00214C3E">
            <w:pPr>
              <w:pStyle w:val="Textbezslovn"/>
              <w:rPr>
                <w:u w:val="single"/>
              </w:rPr>
            </w:pPr>
            <w:r w:rsidRPr="00667A0D">
              <w:rPr>
                <w:u w:val="single"/>
              </w:rPr>
              <w:t>Příloha č. 2:</w:t>
            </w:r>
          </w:p>
        </w:tc>
        <w:tc>
          <w:tcPr>
            <w:tcW w:w="3747" w:type="pct"/>
          </w:tcPr>
          <w:p w14:paraId="418951C7" w14:textId="77777777" w:rsidR="00667A0D" w:rsidRPr="00F97DBD" w:rsidRDefault="00DF5182" w:rsidP="00DF5182">
            <w:pPr>
              <w:pStyle w:val="Textbezslovn"/>
            </w:pPr>
            <w:r w:rsidRPr="00F97DBD">
              <w:t xml:space="preserve">Obchodní podmínky </w:t>
            </w:r>
            <w:r>
              <w:t>ke kupní smlouvě</w:t>
            </w:r>
          </w:p>
        </w:tc>
      </w:tr>
    </w:tbl>
    <w:p w14:paraId="151F4EDC" w14:textId="77777777" w:rsidR="00F422D3" w:rsidRDefault="00F422D3" w:rsidP="009F0867">
      <w:pPr>
        <w:pStyle w:val="Textbezodsazen"/>
      </w:pPr>
    </w:p>
    <w:p w14:paraId="6D2116E6" w14:textId="5D5A6BDC"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4C2E59C3" w14:textId="77777777" w:rsidR="00F422D3" w:rsidRDefault="00F422D3" w:rsidP="009F0867">
      <w:pPr>
        <w:pStyle w:val="Textbezodsazen"/>
      </w:pPr>
    </w:p>
    <w:p w14:paraId="29367ACA" w14:textId="77777777" w:rsidR="00F422D3" w:rsidRDefault="00214C3E" w:rsidP="009F0867">
      <w:pPr>
        <w:pStyle w:val="Textbezodsazen"/>
      </w:pPr>
      <w:r>
        <w:t>V</w:t>
      </w:r>
      <w:r w:rsidR="004E76EE">
        <w:t xml:space="preserve"> Hradci Králové </w:t>
      </w:r>
      <w:r>
        <w:t>dne</w:t>
      </w:r>
      <w:r w:rsidR="004E76EE">
        <w:tab/>
      </w:r>
      <w:r w:rsidR="004E76EE">
        <w:tab/>
      </w:r>
      <w:r w:rsidR="004E76EE">
        <w:tab/>
      </w:r>
      <w:r w:rsidR="004E76EE">
        <w:tab/>
      </w:r>
      <w:r w:rsidR="004E76EE">
        <w:tab/>
      </w:r>
      <w:r>
        <w:t>V………………… dne ………</w:t>
      </w:r>
    </w:p>
    <w:p w14:paraId="2A114EE8" w14:textId="77777777" w:rsidR="00F422D3" w:rsidRDefault="00F422D3" w:rsidP="009F0867">
      <w:pPr>
        <w:pStyle w:val="Textbezodsazen"/>
      </w:pPr>
    </w:p>
    <w:p w14:paraId="750CE49B" w14:textId="77777777" w:rsidR="00F422D3" w:rsidRDefault="00F422D3" w:rsidP="009F0867">
      <w:pPr>
        <w:pStyle w:val="Textbezodsazen"/>
      </w:pPr>
    </w:p>
    <w:p w14:paraId="0AAB15B5" w14:textId="77777777" w:rsidR="00F422D3" w:rsidRDefault="00F422D3" w:rsidP="009F0867">
      <w:pPr>
        <w:pStyle w:val="Textbezodsazen"/>
      </w:pPr>
      <w:r>
        <w:t>………………………………………</w:t>
      </w:r>
      <w:r>
        <w:tab/>
      </w:r>
      <w:r>
        <w:tab/>
      </w:r>
      <w:r>
        <w:tab/>
      </w:r>
      <w:r>
        <w:tab/>
      </w:r>
      <w:r w:rsidR="00214C3E">
        <w:t>………………………………………</w:t>
      </w:r>
    </w:p>
    <w:p w14:paraId="606C7CEB" w14:textId="77777777" w:rsidR="00F422D3" w:rsidRDefault="000A2DE6" w:rsidP="004E76EE">
      <w:pPr>
        <w:pStyle w:val="Textbezodsazen"/>
        <w:spacing w:after="0"/>
      </w:pPr>
      <w:r w:rsidRPr="004E76EE">
        <w:t>I</w:t>
      </w:r>
      <w:r w:rsidR="004E76EE" w:rsidRPr="004E76EE">
        <w:t>ng. Lubor Hrubeš</w:t>
      </w:r>
      <w:r w:rsidR="004E76EE" w:rsidRPr="004E76EE">
        <w:tab/>
      </w:r>
      <w:r w:rsidR="004E76EE" w:rsidRPr="004E76EE">
        <w:tab/>
      </w:r>
      <w:r w:rsidR="004E76EE" w:rsidRPr="004E76EE">
        <w:tab/>
      </w:r>
      <w:r w:rsidR="004E76EE" w:rsidRPr="004E76EE">
        <w:tab/>
      </w:r>
      <w:r w:rsidR="004E76EE" w:rsidRPr="004E76EE">
        <w:tab/>
      </w:r>
      <w:r w:rsidR="004E76EE" w:rsidRPr="004E76EE">
        <w:rPr>
          <w:rFonts w:ascii="Verdana" w:eastAsia="Times New Roman" w:hAnsi="Verdana" w:cs="Calibri"/>
          <w:bCs/>
          <w:lang w:eastAsia="cs-CZ"/>
        </w:rPr>
        <w:t>titul, jméno a příjmení</w:t>
      </w:r>
    </w:p>
    <w:p w14:paraId="3D013E1B" w14:textId="77777777" w:rsidR="00593C6C" w:rsidRDefault="006F2CAF" w:rsidP="004E76EE">
      <w:pPr>
        <w:pStyle w:val="Textbezodsazen"/>
        <w:spacing w:after="0"/>
      </w:pPr>
      <w:r>
        <w:t>Správa železnic</w:t>
      </w:r>
      <w:r w:rsidR="00593C6C">
        <w:t>,</w:t>
      </w:r>
      <w:r w:rsidRPr="006F2CAF">
        <w:t xml:space="preserve"> </w:t>
      </w:r>
      <w:r>
        <w:t>státní organizace</w:t>
      </w:r>
      <w:r>
        <w:tab/>
      </w:r>
      <w:r w:rsidR="00593C6C">
        <w:tab/>
      </w:r>
      <w:r w:rsidR="00593C6C">
        <w:tab/>
        <w:t>funkce</w:t>
      </w:r>
    </w:p>
    <w:p w14:paraId="73B85983" w14:textId="77777777" w:rsidR="00593C6C" w:rsidRDefault="006F2CAF" w:rsidP="004E76EE">
      <w:pPr>
        <w:pStyle w:val="Textbezodsazen"/>
        <w:spacing w:after="0"/>
      </w:pPr>
      <w:r>
        <w:t>ředitel Oblastního ředitelství</w:t>
      </w:r>
      <w:r w:rsidR="00593C6C">
        <w:tab/>
      </w:r>
      <w:r w:rsidR="00593C6C">
        <w:tab/>
      </w:r>
      <w:r w:rsidR="00593C6C">
        <w:tab/>
      </w:r>
      <w:r w:rsidR="00593C6C">
        <w:tab/>
        <w:t>společnost</w:t>
      </w:r>
    </w:p>
    <w:p w14:paraId="024EF047" w14:textId="77777777" w:rsidR="004E76EE" w:rsidRDefault="006F2CAF" w:rsidP="004E76EE">
      <w:pPr>
        <w:pStyle w:val="Textbezodsazen"/>
        <w:spacing w:after="0"/>
      </w:pPr>
      <w:r>
        <w:t>Hradec Králové</w:t>
      </w:r>
      <w:r w:rsidR="004E76EE">
        <w:tab/>
      </w:r>
      <w:r w:rsidR="004E76EE">
        <w:tab/>
      </w:r>
      <w:r w:rsidR="004E76EE">
        <w:tab/>
      </w:r>
      <w:r w:rsidR="004E76EE">
        <w:tab/>
      </w:r>
    </w:p>
    <w:p w14:paraId="296486AC" w14:textId="58373861" w:rsidR="004E76EE" w:rsidRDefault="004E76EE" w:rsidP="004E76EE">
      <w:pPr>
        <w:pStyle w:val="Textbezodsazen"/>
        <w:spacing w:after="0"/>
      </w:pPr>
      <w:r>
        <w:tab/>
      </w:r>
      <w:r>
        <w:tab/>
      </w:r>
      <w:r>
        <w:tab/>
      </w:r>
      <w:r>
        <w:tab/>
      </w:r>
    </w:p>
    <w:p w14:paraId="60E87AED" w14:textId="4116151F" w:rsidR="004E76EE" w:rsidRDefault="004E76EE" w:rsidP="004E76EE">
      <w:pPr>
        <w:pStyle w:val="Textbezodsazen"/>
        <w:spacing w:after="0"/>
      </w:pPr>
      <w:r>
        <w:tab/>
      </w:r>
    </w:p>
    <w:p w14:paraId="29FBF2E2" w14:textId="6D40FBBB" w:rsidR="00CB4F6D" w:rsidRPr="00217DBF" w:rsidRDefault="00C203DE" w:rsidP="00217DBF">
      <w:pPr>
        <w:suppressAutoHyphens/>
        <w:spacing w:before="120"/>
        <w:jc w:val="both"/>
        <w:rPr>
          <w:rFonts w:ascii="Verdana" w:hAnsi="Verdana" w:cstheme="minorHAnsi"/>
        </w:rPr>
      </w:pPr>
      <w:r w:rsidRPr="008B5521">
        <w:rPr>
          <w:rFonts w:ascii="Verdana" w:hAnsi="Verdana" w:cstheme="minorHAnsi"/>
        </w:rPr>
        <w:t xml:space="preserve">Tato </w:t>
      </w:r>
      <w:r w:rsidR="00CF1212">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r w:rsidR="00CB4F6D">
        <w:br w:type="page"/>
      </w:r>
    </w:p>
    <w:p w14:paraId="41A19308" w14:textId="77777777" w:rsidR="00CB4F6D" w:rsidRDefault="00CB4F6D" w:rsidP="009F0867">
      <w:pPr>
        <w:pStyle w:val="Textbezodsazen"/>
        <w:sectPr w:rsidR="00CB4F6D" w:rsidSect="00970037">
          <w:headerReference w:type="default" r:id="rId11"/>
          <w:footerReference w:type="default" r:id="rId12"/>
          <w:headerReference w:type="first" r:id="rId13"/>
          <w:footerReference w:type="first" r:id="rId14"/>
          <w:pgSz w:w="11906" w:h="16838" w:code="9"/>
          <w:pgMar w:top="156" w:right="1134" w:bottom="1474" w:left="1418" w:header="601" w:footer="624" w:gutter="652"/>
          <w:cols w:space="708"/>
          <w:titlePg/>
          <w:docGrid w:linePitch="360"/>
        </w:sectPr>
      </w:pPr>
    </w:p>
    <w:p w14:paraId="6E9265F5" w14:textId="77777777" w:rsidR="00DF5182" w:rsidRDefault="00DF5182" w:rsidP="00DF5182">
      <w:pPr>
        <w:pStyle w:val="Nadpisbezsl1-1"/>
      </w:pPr>
      <w:r>
        <w:lastRenderedPageBreak/>
        <w:t>Příloha č. 1</w:t>
      </w:r>
    </w:p>
    <w:p w14:paraId="015E4FDC" w14:textId="77777777" w:rsidR="00DF5182" w:rsidRDefault="00DF5182" w:rsidP="00DF5182">
      <w:pPr>
        <w:pStyle w:val="Nadpisbezsl1-2"/>
      </w:pPr>
      <w:r>
        <w:t>Cenová nabídka</w:t>
      </w:r>
    </w:p>
    <w:p w14:paraId="1A2A551C" w14:textId="77777777" w:rsidR="00294C85" w:rsidRDefault="00294C85" w:rsidP="00DF5182">
      <w:pPr>
        <w:pStyle w:val="Nadpisbezsl1-2"/>
        <w:rPr>
          <w:rFonts w:ascii="Verdana" w:hAnsi="Verdana"/>
          <w:b w:val="0"/>
          <w:sz w:val="18"/>
          <w:szCs w:val="18"/>
        </w:rPr>
      </w:pPr>
      <w:r w:rsidRPr="00294C85">
        <w:rPr>
          <w:rFonts w:ascii="Verdana" w:hAnsi="Verdana"/>
          <w:b w:val="0"/>
          <w:sz w:val="18"/>
          <w:szCs w:val="18"/>
        </w:rPr>
        <w:t xml:space="preserve">Součástí </w:t>
      </w:r>
      <w:r>
        <w:rPr>
          <w:rFonts w:ascii="Verdana" w:hAnsi="Verdana"/>
          <w:b w:val="0"/>
          <w:sz w:val="18"/>
          <w:szCs w:val="18"/>
        </w:rPr>
        <w:t>kupní smlouvy</w:t>
      </w:r>
      <w:r w:rsidRPr="00294C85">
        <w:rPr>
          <w:rFonts w:ascii="Verdana" w:hAnsi="Verdana"/>
          <w:b w:val="0"/>
          <w:sz w:val="18"/>
          <w:szCs w:val="18"/>
        </w:rPr>
        <w:t xml:space="preserve"> je </w:t>
      </w:r>
      <w:r>
        <w:rPr>
          <w:rFonts w:ascii="Verdana" w:hAnsi="Verdana"/>
          <w:b w:val="0"/>
          <w:sz w:val="18"/>
          <w:szCs w:val="18"/>
        </w:rPr>
        <w:t>cenová nabídka</w:t>
      </w:r>
      <w:r w:rsidRPr="00294C85">
        <w:rPr>
          <w:rFonts w:ascii="Verdana" w:hAnsi="Verdana"/>
          <w:b w:val="0"/>
          <w:sz w:val="18"/>
          <w:szCs w:val="18"/>
        </w:rPr>
        <w:t>, kter</w:t>
      </w:r>
      <w:r>
        <w:rPr>
          <w:rFonts w:ascii="Verdana" w:hAnsi="Verdana"/>
          <w:b w:val="0"/>
          <w:sz w:val="18"/>
          <w:szCs w:val="18"/>
        </w:rPr>
        <w:t>á</w:t>
      </w:r>
      <w:r w:rsidRPr="00294C85">
        <w:rPr>
          <w:rFonts w:ascii="Verdana" w:hAnsi="Verdana"/>
          <w:b w:val="0"/>
          <w:sz w:val="18"/>
          <w:szCs w:val="18"/>
        </w:rPr>
        <w:t xml:space="preserve"> je uveden</w:t>
      </w:r>
      <w:r>
        <w:rPr>
          <w:rFonts w:ascii="Verdana" w:hAnsi="Verdana"/>
          <w:b w:val="0"/>
          <w:sz w:val="18"/>
          <w:szCs w:val="18"/>
        </w:rPr>
        <w:t>a</w:t>
      </w:r>
      <w:r w:rsidRPr="00294C85">
        <w:rPr>
          <w:rFonts w:ascii="Verdana" w:hAnsi="Verdana"/>
          <w:b w:val="0"/>
          <w:sz w:val="18"/>
          <w:szCs w:val="18"/>
        </w:rPr>
        <w:t xml:space="preserve"> v nabídce </w:t>
      </w:r>
      <w:r w:rsidR="00AF37A3">
        <w:rPr>
          <w:rFonts w:ascii="Verdana" w:hAnsi="Verdana"/>
          <w:b w:val="0"/>
          <w:sz w:val="18"/>
          <w:szCs w:val="18"/>
        </w:rPr>
        <w:t>prodávajícího</w:t>
      </w:r>
      <w:r w:rsidRPr="00294C85">
        <w:rPr>
          <w:rFonts w:ascii="Verdana" w:hAnsi="Verdana"/>
          <w:b w:val="0"/>
          <w:sz w:val="18"/>
          <w:szCs w:val="18"/>
        </w:rPr>
        <w:t>.</w:t>
      </w:r>
    </w:p>
    <w:p w14:paraId="650FD0C3" w14:textId="77777777" w:rsidR="00BD5C70" w:rsidRDefault="00BD5C70" w:rsidP="00DF5182">
      <w:pPr>
        <w:pStyle w:val="Nadpisbezsl1-2"/>
        <w:rPr>
          <w:rFonts w:ascii="Verdana" w:hAnsi="Verdana"/>
          <w:b w:val="0"/>
          <w:sz w:val="18"/>
          <w:szCs w:val="18"/>
        </w:rPr>
      </w:pPr>
    </w:p>
    <w:p w14:paraId="2AC8BA05" w14:textId="77777777" w:rsidR="00BD5C70" w:rsidRPr="00294C85" w:rsidRDefault="00BD5C70" w:rsidP="00DF5182">
      <w:pPr>
        <w:pStyle w:val="Nadpisbezsl1-2"/>
        <w:rPr>
          <w:b w:val="0"/>
          <w:sz w:val="18"/>
          <w:szCs w:val="18"/>
        </w:rPr>
        <w:sectPr w:rsidR="00BD5C70" w:rsidRPr="00294C85" w:rsidSect="00C67F6A">
          <w:headerReference w:type="default" r:id="rId15"/>
          <w:footerReference w:type="default" r:id="rId16"/>
          <w:pgSz w:w="11906" w:h="16838" w:code="9"/>
          <w:pgMar w:top="1049" w:right="1134" w:bottom="1474" w:left="1418" w:header="595" w:footer="624" w:gutter="652"/>
          <w:pgNumType w:start="1"/>
          <w:cols w:space="708"/>
          <w:docGrid w:linePitch="360"/>
        </w:sectPr>
      </w:pPr>
    </w:p>
    <w:p w14:paraId="719526A2" w14:textId="77777777" w:rsidR="00CB4F6D" w:rsidRDefault="00CB4F6D" w:rsidP="00F762A8">
      <w:pPr>
        <w:pStyle w:val="Nadpisbezsl1-1"/>
      </w:pPr>
      <w:r>
        <w:lastRenderedPageBreak/>
        <w:t xml:space="preserve">Příloha č. </w:t>
      </w:r>
      <w:r w:rsidR="00FF39A1">
        <w:t>2</w:t>
      </w:r>
    </w:p>
    <w:p w14:paraId="01F8065F" w14:textId="77777777" w:rsidR="00502690" w:rsidRDefault="00E463D2" w:rsidP="00687CE8">
      <w:pPr>
        <w:pStyle w:val="Nadpisbezsl1-2"/>
      </w:pPr>
      <w:r w:rsidRPr="00E463D2">
        <w:t>Obchodní podmínky</w:t>
      </w:r>
      <w:r w:rsidR="00687CE8">
        <w:t xml:space="preserve"> ke kupní smlouvě</w:t>
      </w:r>
    </w:p>
    <w:p w14:paraId="2319252F" w14:textId="77777777" w:rsidR="00593C6C" w:rsidRDefault="00593C6C" w:rsidP="00593C6C">
      <w:pPr>
        <w:pStyle w:val="Textbezodsazen"/>
      </w:pPr>
    </w:p>
    <w:p w14:paraId="16B4382C" w14:textId="77777777" w:rsidR="00593C6C" w:rsidRPr="00F97DBD" w:rsidRDefault="00593C6C" w:rsidP="00593C6C">
      <w:pPr>
        <w:pStyle w:val="Textbezodsazen"/>
        <w:rPr>
          <w:b/>
          <w:bCs/>
        </w:rPr>
      </w:pPr>
      <w:r w:rsidRPr="00CA734E">
        <w:t xml:space="preserve">Obchodní podmínky </w:t>
      </w:r>
      <w:r>
        <w:t>ke kupní smlouvě</w:t>
      </w:r>
      <w:r w:rsidRPr="00CA734E">
        <w:t xml:space="preserve">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sectPr w:rsidR="00593C6C" w:rsidRPr="00F97DBD" w:rsidSect="00C67F6A">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B1FB07" w14:textId="77777777" w:rsidR="0022054E" w:rsidRDefault="0022054E" w:rsidP="00962258">
      <w:pPr>
        <w:spacing w:after="0" w:line="240" w:lineRule="auto"/>
      </w:pPr>
      <w:r>
        <w:separator/>
      </w:r>
    </w:p>
  </w:endnote>
  <w:endnote w:type="continuationSeparator" w:id="0">
    <w:p w14:paraId="65B8D78E" w14:textId="77777777" w:rsidR="0022054E" w:rsidRDefault="0022054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0"/>
      <w:gridCol w:w="296"/>
      <w:gridCol w:w="424"/>
      <w:gridCol w:w="8495"/>
    </w:tblGrid>
    <w:tr w:rsidR="006C7460" w14:paraId="0BB51A4E" w14:textId="77777777" w:rsidTr="00C67F6A">
      <w:tc>
        <w:tcPr>
          <w:tcW w:w="1361" w:type="dxa"/>
          <w:tcMar>
            <w:left w:w="0" w:type="dxa"/>
            <w:right w:w="0" w:type="dxa"/>
          </w:tcMar>
          <w:vAlign w:val="bottom"/>
        </w:tcPr>
        <w:p w14:paraId="342A99CD" w14:textId="77777777" w:rsidR="006C7460" w:rsidRPr="00B8518B" w:rsidRDefault="006C7460" w:rsidP="007145F3">
          <w:pPr>
            <w:pStyle w:val="Zpat"/>
            <w:jc w:val="right"/>
            <w:rPr>
              <w:rStyle w:val="slostrnky"/>
            </w:rPr>
          </w:pPr>
        </w:p>
      </w:tc>
      <w:tc>
        <w:tcPr>
          <w:tcW w:w="284" w:type="dxa"/>
          <w:shd w:val="clear" w:color="auto" w:fill="auto"/>
          <w:tcMar>
            <w:left w:w="0" w:type="dxa"/>
            <w:right w:w="0" w:type="dxa"/>
          </w:tcMar>
        </w:tcPr>
        <w:p w14:paraId="615B27FC" w14:textId="77777777" w:rsidR="000B073C" w:rsidRDefault="000B073C" w:rsidP="00B8518B">
          <w:pPr>
            <w:pStyle w:val="Zpat"/>
            <w:rPr>
              <w:rStyle w:val="slostrnky"/>
            </w:rPr>
          </w:pPr>
        </w:p>
        <w:p w14:paraId="0119D893" w14:textId="77777777" w:rsidR="000B073C" w:rsidRDefault="000B073C" w:rsidP="00B8518B">
          <w:pPr>
            <w:pStyle w:val="Zpat"/>
            <w:rPr>
              <w:rStyle w:val="slostrnky"/>
            </w:rPr>
          </w:pPr>
        </w:p>
        <w:p w14:paraId="579633B4" w14:textId="678C77C1" w:rsidR="006C7460" w:rsidRDefault="000B073C" w:rsidP="00C67F6A">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334A70">
            <w:rPr>
              <w:rStyle w:val="slostrnky"/>
              <w:noProof/>
            </w:rPr>
            <w:t>5</w:t>
          </w:r>
          <w:r w:rsidRPr="00B8518B">
            <w:rPr>
              <w:rStyle w:val="slostrnky"/>
            </w:rPr>
            <w:fldChar w:fldCharType="end"/>
          </w:r>
          <w:r w:rsidRPr="00B8518B">
            <w:rPr>
              <w:rStyle w:val="slostrnky"/>
            </w:rPr>
            <w:t>/</w:t>
          </w:r>
          <w:r w:rsidR="00C67F6A">
            <w:rPr>
              <w:b/>
              <w:color w:val="FF5200" w:themeColor="accent2"/>
              <w:sz w:val="14"/>
              <w:szCs w:val="14"/>
            </w:rPr>
            <w:fldChar w:fldCharType="begin"/>
          </w:r>
          <w:r w:rsidR="00C67F6A">
            <w:rPr>
              <w:b/>
              <w:color w:val="FF5200" w:themeColor="accent2"/>
              <w:sz w:val="14"/>
              <w:szCs w:val="14"/>
            </w:rPr>
            <w:instrText xml:space="preserve"> SECTIONPAGES   \* MERGEFORMAT </w:instrText>
          </w:r>
          <w:r w:rsidR="00C67F6A">
            <w:rPr>
              <w:b/>
              <w:color w:val="FF5200" w:themeColor="accent2"/>
              <w:sz w:val="14"/>
              <w:szCs w:val="14"/>
            </w:rPr>
            <w:fldChar w:fldCharType="separate"/>
          </w:r>
          <w:r w:rsidR="00334A70">
            <w:rPr>
              <w:b/>
              <w:noProof/>
              <w:color w:val="FF5200" w:themeColor="accent2"/>
              <w:sz w:val="14"/>
              <w:szCs w:val="14"/>
            </w:rPr>
            <w:t>7</w:t>
          </w:r>
          <w:r w:rsidR="00C67F6A">
            <w:rPr>
              <w:b/>
              <w:color w:val="FF5200" w:themeColor="accent2"/>
              <w:sz w:val="14"/>
              <w:szCs w:val="14"/>
            </w:rPr>
            <w:fldChar w:fldCharType="end"/>
          </w:r>
        </w:p>
      </w:tc>
      <w:tc>
        <w:tcPr>
          <w:tcW w:w="425" w:type="dxa"/>
          <w:shd w:val="clear" w:color="auto" w:fill="auto"/>
          <w:tcMar>
            <w:left w:w="0" w:type="dxa"/>
            <w:right w:w="0" w:type="dxa"/>
          </w:tcMar>
        </w:tcPr>
        <w:p w14:paraId="384A51FD" w14:textId="77777777" w:rsidR="006C7460" w:rsidRDefault="006C7460" w:rsidP="00B8518B">
          <w:pPr>
            <w:pStyle w:val="Zpat"/>
          </w:pPr>
        </w:p>
      </w:tc>
      <w:tc>
        <w:tcPr>
          <w:tcW w:w="8505" w:type="dxa"/>
        </w:tcPr>
        <w:p w14:paraId="163834CC" w14:textId="77777777" w:rsidR="006C7460" w:rsidRPr="00855979" w:rsidRDefault="0031424A" w:rsidP="00F422D3">
          <w:pPr>
            <w:pStyle w:val="Zpat0"/>
            <w:rPr>
              <w:b/>
              <w:sz w:val="14"/>
            </w:rPr>
          </w:pPr>
          <w:r w:rsidRPr="00855979">
            <w:rPr>
              <w:b/>
              <w:sz w:val="14"/>
            </w:rPr>
            <w:t>KUPNÍ SMLOUVA</w:t>
          </w:r>
        </w:p>
        <w:p w14:paraId="260AE9B9" w14:textId="4D9EE297" w:rsidR="006C7460" w:rsidRDefault="002F7867" w:rsidP="001C6563">
          <w:pPr>
            <w:pStyle w:val="Zpat0"/>
          </w:pPr>
          <w:r w:rsidRPr="002F7867">
            <w:rPr>
              <w:sz w:val="14"/>
            </w:rPr>
            <w:t>Dodávka přívěsové kloubové praco</w:t>
          </w:r>
          <w:r w:rsidR="001C6563">
            <w:rPr>
              <w:sz w:val="14"/>
            </w:rPr>
            <w:t>vní plošiny s elektrocentrálou</w:t>
          </w:r>
        </w:p>
      </w:tc>
    </w:tr>
  </w:tbl>
  <w:p w14:paraId="3DBEC960" w14:textId="77777777" w:rsidR="006C7460" w:rsidRPr="00B8518B" w:rsidRDefault="006C746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153BA3" w14:textId="77777777" w:rsidR="006C7460" w:rsidRPr="00B8518B" w:rsidRDefault="006C7460" w:rsidP="00460660">
    <w:pPr>
      <w:pStyle w:val="Zpat"/>
      <w:rPr>
        <w:sz w:val="2"/>
        <w:szCs w:val="2"/>
      </w:rPr>
    </w:pPr>
  </w:p>
  <w:p w14:paraId="689DB8FA" w14:textId="77777777" w:rsidR="006C7460" w:rsidRPr="00460660" w:rsidRDefault="006C746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711" w:type="dxa"/>
      <w:tblInd w:w="-170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708"/>
      <w:gridCol w:w="567"/>
      <w:gridCol w:w="949"/>
      <w:gridCol w:w="8487"/>
    </w:tblGrid>
    <w:tr w:rsidR="000B073C" w14:paraId="42A4606C" w14:textId="77777777" w:rsidTr="00730E05">
      <w:tc>
        <w:tcPr>
          <w:tcW w:w="708" w:type="dxa"/>
          <w:tcMar>
            <w:left w:w="0" w:type="dxa"/>
            <w:right w:w="0" w:type="dxa"/>
          </w:tcMar>
          <w:vAlign w:val="bottom"/>
        </w:tcPr>
        <w:p w14:paraId="03E4459A" w14:textId="77777777" w:rsidR="000B073C" w:rsidRPr="00C67F6A" w:rsidRDefault="000B073C" w:rsidP="001D50BF">
          <w:pPr>
            <w:pStyle w:val="Zpat"/>
            <w:jc w:val="right"/>
            <w:rPr>
              <w:rStyle w:val="slostrnky"/>
            </w:rPr>
          </w:pPr>
        </w:p>
      </w:tc>
      <w:tc>
        <w:tcPr>
          <w:tcW w:w="567" w:type="dxa"/>
          <w:shd w:val="clear" w:color="auto" w:fill="auto"/>
          <w:tcMar>
            <w:left w:w="0" w:type="dxa"/>
            <w:right w:w="0" w:type="dxa"/>
          </w:tcMar>
        </w:tcPr>
        <w:p w14:paraId="674EDF16" w14:textId="77777777" w:rsidR="000B073C" w:rsidRPr="00C67F6A" w:rsidRDefault="000B073C" w:rsidP="001D50BF">
          <w:pPr>
            <w:pStyle w:val="Zpat"/>
            <w:rPr>
              <w:rStyle w:val="slostrnky"/>
            </w:rPr>
          </w:pPr>
        </w:p>
        <w:p w14:paraId="57D14D65" w14:textId="77777777" w:rsidR="000B073C" w:rsidRPr="00C67F6A" w:rsidRDefault="000B073C" w:rsidP="001D50BF">
          <w:pPr>
            <w:pStyle w:val="Zpat"/>
            <w:rPr>
              <w:rStyle w:val="slostrnky"/>
            </w:rPr>
          </w:pPr>
        </w:p>
        <w:p w14:paraId="139305F1" w14:textId="77777777" w:rsidR="000B073C" w:rsidRPr="00C67F6A" w:rsidRDefault="000B073C" w:rsidP="00C67F6A">
          <w:pPr>
            <w:pStyle w:val="Zpat"/>
            <w:rPr>
              <w:rStyle w:val="slostrnky"/>
            </w:rPr>
          </w:pPr>
        </w:p>
      </w:tc>
      <w:tc>
        <w:tcPr>
          <w:tcW w:w="949" w:type="dxa"/>
          <w:shd w:val="clear" w:color="auto" w:fill="auto"/>
          <w:tcMar>
            <w:left w:w="0" w:type="dxa"/>
            <w:right w:w="0" w:type="dxa"/>
          </w:tcMar>
        </w:tcPr>
        <w:p w14:paraId="0A57B7C2" w14:textId="77777777" w:rsidR="000B073C" w:rsidRPr="00C67F6A" w:rsidRDefault="000B073C" w:rsidP="001D50BF">
          <w:pPr>
            <w:pStyle w:val="Zpat"/>
            <w:rPr>
              <w:rStyle w:val="slostrnky"/>
            </w:rPr>
          </w:pPr>
        </w:p>
      </w:tc>
      <w:tc>
        <w:tcPr>
          <w:tcW w:w="8487" w:type="dxa"/>
        </w:tcPr>
        <w:p w14:paraId="623152B5" w14:textId="77777777" w:rsidR="000B073C" w:rsidRPr="00C67F6A" w:rsidRDefault="000B073C" w:rsidP="00E7049B">
          <w:pPr>
            <w:pStyle w:val="Zpat"/>
            <w:ind w:right="760"/>
            <w:jc w:val="right"/>
            <w:rPr>
              <w:rStyle w:val="slostrnky"/>
              <w:color w:val="auto"/>
            </w:rPr>
          </w:pPr>
          <w:r w:rsidRPr="00C67F6A">
            <w:rPr>
              <w:rStyle w:val="slostrnky"/>
              <w:color w:val="auto"/>
            </w:rPr>
            <w:t>KUPNÍ SMLOUVA</w:t>
          </w:r>
        </w:p>
        <w:p w14:paraId="1CB0B88B" w14:textId="0C198C7A" w:rsidR="000B073C" w:rsidRPr="00C67F6A" w:rsidRDefault="00384226" w:rsidP="001C6563">
          <w:pPr>
            <w:pStyle w:val="Zpat"/>
            <w:ind w:right="760"/>
            <w:jc w:val="right"/>
            <w:rPr>
              <w:rStyle w:val="slostrnky"/>
            </w:rPr>
          </w:pPr>
          <w:r w:rsidRPr="002F7867">
            <w:rPr>
              <w:sz w:val="14"/>
            </w:rPr>
            <w:t>Dodávka přívěsové kloubové praco</w:t>
          </w:r>
          <w:r w:rsidR="001C6563">
            <w:rPr>
              <w:sz w:val="14"/>
            </w:rPr>
            <w:t>vní plošiny s elektrocentrálou</w:t>
          </w:r>
        </w:p>
      </w:tc>
    </w:tr>
  </w:tbl>
  <w:p w14:paraId="3713E45B" w14:textId="77777777" w:rsidR="006C7460" w:rsidRPr="000B073C" w:rsidRDefault="006C7460" w:rsidP="000B073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20D428" w14:textId="77777777" w:rsidR="0022054E" w:rsidRDefault="0022054E" w:rsidP="00962258">
      <w:pPr>
        <w:spacing w:after="0" w:line="240" w:lineRule="auto"/>
      </w:pPr>
      <w:r>
        <w:separator/>
      </w:r>
    </w:p>
  </w:footnote>
  <w:footnote w:type="continuationSeparator" w:id="0">
    <w:p w14:paraId="7E829167" w14:textId="77777777" w:rsidR="0022054E" w:rsidRDefault="0022054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7460" w14:paraId="6735C90F" w14:textId="77777777" w:rsidTr="00C02D0A">
      <w:trPr>
        <w:trHeight w:hRule="exact" w:val="454"/>
      </w:trPr>
      <w:tc>
        <w:tcPr>
          <w:tcW w:w="1361" w:type="dxa"/>
          <w:tcMar>
            <w:top w:w="57" w:type="dxa"/>
            <w:left w:w="0" w:type="dxa"/>
            <w:right w:w="0" w:type="dxa"/>
          </w:tcMar>
        </w:tcPr>
        <w:p w14:paraId="61FFADA4" w14:textId="77777777" w:rsidR="006C7460" w:rsidRPr="00B8518B" w:rsidRDefault="006C7460" w:rsidP="00523EA7">
          <w:pPr>
            <w:pStyle w:val="Zpat"/>
            <w:rPr>
              <w:rStyle w:val="slostrnky"/>
            </w:rPr>
          </w:pPr>
        </w:p>
      </w:tc>
      <w:tc>
        <w:tcPr>
          <w:tcW w:w="3458" w:type="dxa"/>
          <w:shd w:val="clear" w:color="auto" w:fill="auto"/>
          <w:tcMar>
            <w:top w:w="57" w:type="dxa"/>
            <w:left w:w="0" w:type="dxa"/>
            <w:right w:w="0" w:type="dxa"/>
          </w:tcMar>
        </w:tcPr>
        <w:p w14:paraId="28B54DD6" w14:textId="77777777" w:rsidR="006C7460" w:rsidRDefault="006C7460" w:rsidP="00523EA7">
          <w:pPr>
            <w:pStyle w:val="Zpat"/>
          </w:pPr>
        </w:p>
      </w:tc>
      <w:tc>
        <w:tcPr>
          <w:tcW w:w="5698" w:type="dxa"/>
          <w:shd w:val="clear" w:color="auto" w:fill="auto"/>
          <w:tcMar>
            <w:top w:w="57" w:type="dxa"/>
            <w:left w:w="0" w:type="dxa"/>
            <w:right w:w="0" w:type="dxa"/>
          </w:tcMar>
        </w:tcPr>
        <w:p w14:paraId="4E77DBBD" w14:textId="77777777" w:rsidR="006C7460" w:rsidRPr="00D6163D" w:rsidRDefault="006C7460" w:rsidP="00D6163D">
          <w:pPr>
            <w:pStyle w:val="Druhdokumentu"/>
          </w:pPr>
        </w:p>
      </w:tc>
    </w:tr>
  </w:tbl>
  <w:p w14:paraId="156F37C4" w14:textId="77777777" w:rsidR="006C7460" w:rsidRPr="00D6163D" w:rsidRDefault="006C746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730"/>
      <w:gridCol w:w="2944"/>
      <w:gridCol w:w="4901"/>
    </w:tblGrid>
    <w:tr w:rsidR="006C7460" w14:paraId="5D1D442C" w14:textId="77777777" w:rsidTr="00970037">
      <w:trPr>
        <w:trHeight w:hRule="exact" w:val="1169"/>
      </w:trPr>
      <w:tc>
        <w:tcPr>
          <w:tcW w:w="1361" w:type="dxa"/>
          <w:tcMar>
            <w:left w:w="0" w:type="dxa"/>
            <w:right w:w="0" w:type="dxa"/>
          </w:tcMar>
        </w:tcPr>
        <w:p w14:paraId="490C5356" w14:textId="77777777" w:rsidR="006C7460" w:rsidRPr="00B8518B" w:rsidRDefault="00970037" w:rsidP="00FC6389">
          <w:pPr>
            <w:pStyle w:val="Zpat"/>
            <w:rPr>
              <w:rStyle w:val="slostrnky"/>
            </w:rPr>
          </w:pPr>
          <w:r>
            <w:rPr>
              <w:noProof/>
              <w:lang w:eastAsia="cs-CZ"/>
            </w:rPr>
            <w:drawing>
              <wp:inline distT="0" distB="0" distL="0" distR="0" wp14:anchorId="2688E433" wp14:editId="6CA73BF6">
                <wp:extent cx="1727835" cy="640715"/>
                <wp:effectExtent l="0" t="0" r="5715" b="6985"/>
                <wp:docPr id="4" name="Obrázek 4"/>
                <wp:cNvGraphicFramePr/>
                <a:graphic xmlns:a="http://schemas.openxmlformats.org/drawingml/2006/main">
                  <a:graphicData uri="http://schemas.openxmlformats.org/drawingml/2006/picture">
                    <pic:pic xmlns:pic="http://schemas.openxmlformats.org/drawingml/2006/picture">
                      <pic:nvPicPr>
                        <pic:cNvPr id="4" name="Obrázek 4"/>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inline>
            </w:drawing>
          </w:r>
        </w:p>
      </w:tc>
      <w:tc>
        <w:tcPr>
          <w:tcW w:w="3458" w:type="dxa"/>
          <w:shd w:val="clear" w:color="auto" w:fill="auto"/>
          <w:tcMar>
            <w:left w:w="0" w:type="dxa"/>
            <w:right w:w="0" w:type="dxa"/>
          </w:tcMar>
        </w:tcPr>
        <w:p w14:paraId="78E5E700" w14:textId="77777777" w:rsidR="006C7460" w:rsidRDefault="006C7460" w:rsidP="00FC6389">
          <w:pPr>
            <w:pStyle w:val="Zpat"/>
          </w:pPr>
        </w:p>
      </w:tc>
      <w:tc>
        <w:tcPr>
          <w:tcW w:w="5756" w:type="dxa"/>
          <w:shd w:val="clear" w:color="auto" w:fill="auto"/>
          <w:tcMar>
            <w:left w:w="0" w:type="dxa"/>
            <w:right w:w="0" w:type="dxa"/>
          </w:tcMar>
        </w:tcPr>
        <w:p w14:paraId="26DBE642" w14:textId="77777777" w:rsidR="006C7460" w:rsidRPr="00D6163D" w:rsidRDefault="006C7460" w:rsidP="00FC6389">
          <w:pPr>
            <w:pStyle w:val="Druhdokumentu"/>
          </w:pPr>
        </w:p>
      </w:tc>
    </w:tr>
    <w:tr w:rsidR="006C7460" w14:paraId="454A7BB0" w14:textId="77777777" w:rsidTr="00970037">
      <w:trPr>
        <w:trHeight w:hRule="exact" w:val="789"/>
      </w:trPr>
      <w:tc>
        <w:tcPr>
          <w:tcW w:w="1361" w:type="dxa"/>
          <w:tcMar>
            <w:left w:w="0" w:type="dxa"/>
            <w:right w:w="0" w:type="dxa"/>
          </w:tcMar>
        </w:tcPr>
        <w:p w14:paraId="46CD2FCA" w14:textId="77777777" w:rsidR="006C7460" w:rsidRPr="00B8518B" w:rsidRDefault="006C7460" w:rsidP="00FC6389">
          <w:pPr>
            <w:pStyle w:val="Zpat"/>
            <w:rPr>
              <w:rStyle w:val="slostrnky"/>
            </w:rPr>
          </w:pPr>
        </w:p>
      </w:tc>
      <w:tc>
        <w:tcPr>
          <w:tcW w:w="3458" w:type="dxa"/>
          <w:shd w:val="clear" w:color="auto" w:fill="auto"/>
          <w:tcMar>
            <w:left w:w="0" w:type="dxa"/>
            <w:right w:w="0" w:type="dxa"/>
          </w:tcMar>
        </w:tcPr>
        <w:p w14:paraId="48AF3020" w14:textId="77777777" w:rsidR="006C7460" w:rsidRDefault="006C7460" w:rsidP="00FC6389">
          <w:pPr>
            <w:pStyle w:val="Zpat"/>
          </w:pPr>
        </w:p>
      </w:tc>
      <w:tc>
        <w:tcPr>
          <w:tcW w:w="5756" w:type="dxa"/>
          <w:shd w:val="clear" w:color="auto" w:fill="auto"/>
          <w:tcMar>
            <w:left w:w="0" w:type="dxa"/>
            <w:right w:w="0" w:type="dxa"/>
          </w:tcMar>
        </w:tcPr>
        <w:p w14:paraId="03D60A01" w14:textId="77777777" w:rsidR="006C7460" w:rsidRPr="00D6163D" w:rsidRDefault="006C7460" w:rsidP="00FC6389">
          <w:pPr>
            <w:pStyle w:val="Druhdokumentu"/>
          </w:pPr>
        </w:p>
      </w:tc>
    </w:tr>
  </w:tbl>
  <w:p w14:paraId="5577F909" w14:textId="77777777" w:rsidR="006C7460" w:rsidRPr="00D6163D" w:rsidRDefault="006C7460" w:rsidP="00FC6389">
    <w:pPr>
      <w:pStyle w:val="Zhlav"/>
      <w:rPr>
        <w:sz w:val="8"/>
        <w:szCs w:val="8"/>
      </w:rPr>
    </w:pPr>
  </w:p>
  <w:p w14:paraId="7699AFE6" w14:textId="77777777" w:rsidR="006C7460" w:rsidRPr="00460660" w:rsidRDefault="006C746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7460" w14:paraId="173F44B6" w14:textId="77777777" w:rsidTr="00C02D0A">
      <w:trPr>
        <w:trHeight w:hRule="exact" w:val="454"/>
      </w:trPr>
      <w:tc>
        <w:tcPr>
          <w:tcW w:w="1361" w:type="dxa"/>
          <w:tcMar>
            <w:top w:w="57" w:type="dxa"/>
            <w:left w:w="0" w:type="dxa"/>
            <w:right w:w="0" w:type="dxa"/>
          </w:tcMar>
        </w:tcPr>
        <w:p w14:paraId="51F631C9" w14:textId="77777777" w:rsidR="006C7460" w:rsidRPr="00B8518B" w:rsidRDefault="006C7460" w:rsidP="00523EA7">
          <w:pPr>
            <w:pStyle w:val="Zpat"/>
            <w:rPr>
              <w:rStyle w:val="slostrnky"/>
            </w:rPr>
          </w:pPr>
        </w:p>
      </w:tc>
      <w:tc>
        <w:tcPr>
          <w:tcW w:w="3458" w:type="dxa"/>
          <w:shd w:val="clear" w:color="auto" w:fill="auto"/>
          <w:tcMar>
            <w:top w:w="57" w:type="dxa"/>
            <w:left w:w="0" w:type="dxa"/>
            <w:right w:w="0" w:type="dxa"/>
          </w:tcMar>
        </w:tcPr>
        <w:p w14:paraId="6CE0DFEE" w14:textId="77777777" w:rsidR="006C7460" w:rsidRDefault="006C7460" w:rsidP="00523EA7">
          <w:pPr>
            <w:pStyle w:val="Zpat"/>
          </w:pPr>
        </w:p>
      </w:tc>
      <w:tc>
        <w:tcPr>
          <w:tcW w:w="5698" w:type="dxa"/>
          <w:shd w:val="clear" w:color="auto" w:fill="auto"/>
          <w:tcMar>
            <w:top w:w="57" w:type="dxa"/>
            <w:left w:w="0" w:type="dxa"/>
            <w:right w:w="0" w:type="dxa"/>
          </w:tcMar>
        </w:tcPr>
        <w:p w14:paraId="09FBAD98" w14:textId="77777777" w:rsidR="006C7460" w:rsidRPr="00D6163D" w:rsidRDefault="006C7460" w:rsidP="00D6163D">
          <w:pPr>
            <w:pStyle w:val="Druhdokumentu"/>
          </w:pPr>
        </w:p>
      </w:tc>
    </w:tr>
  </w:tbl>
  <w:p w14:paraId="713BBF33" w14:textId="77777777" w:rsidR="006C7460" w:rsidRPr="00D6163D" w:rsidRDefault="006C746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D74375"/>
    <w:multiLevelType w:val="multilevel"/>
    <w:tmpl w:val="E744C154"/>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FB312D"/>
    <w:multiLevelType w:val="hybridMultilevel"/>
    <w:tmpl w:val="4B9ADFDE"/>
    <w:lvl w:ilvl="0" w:tplc="DBAE5F16">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9"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BF1C57"/>
    <w:multiLevelType w:val="hybridMultilevel"/>
    <w:tmpl w:val="D91ED75C"/>
    <w:lvl w:ilvl="0" w:tplc="0405000F">
      <w:start w:val="1"/>
      <w:numFmt w:val="decimal"/>
      <w:lvlText w:val="%1."/>
      <w:lvlJc w:val="left"/>
      <w:pPr>
        <w:ind w:left="720" w:hanging="360"/>
      </w:pPr>
    </w:lvl>
    <w:lvl w:ilvl="1" w:tplc="EEF282B0">
      <w:start w:val="7"/>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505ABB"/>
    <w:multiLevelType w:val="multilevel"/>
    <w:tmpl w:val="8B4C4B18"/>
    <w:lvl w:ilvl="0">
      <w:start w:val="4"/>
      <w:numFmt w:val="decimal"/>
      <w:lvlText w:val="%1."/>
      <w:lvlJc w:val="left"/>
      <w:pPr>
        <w:tabs>
          <w:tab w:val="num" w:pos="360"/>
        </w:tabs>
        <w:ind w:left="360" w:hanging="360"/>
      </w:pPr>
      <w:rPr>
        <w:rFonts w:hint="default"/>
        <w:b/>
      </w:rPr>
    </w:lvl>
    <w:lvl w:ilvl="1">
      <w:start w:val="1"/>
      <w:numFmt w:val="decimal"/>
      <w:lvlText w:val="6.%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2AEF46A1"/>
    <w:multiLevelType w:val="multilevel"/>
    <w:tmpl w:val="866A05F4"/>
    <w:lvl w:ilvl="0">
      <w:start w:val="1"/>
      <w:numFmt w:val="bullet"/>
      <w:lvlText w:val=""/>
      <w:lvlJc w:val="left"/>
      <w:pPr>
        <w:tabs>
          <w:tab w:val="num" w:pos="737"/>
        </w:tabs>
        <w:ind w:left="737" w:hanging="737"/>
      </w:pPr>
      <w:rPr>
        <w:rFonts w:ascii="Symbol" w:hAnsi="Symbol"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4" w15:restartNumberingAfterBreak="0">
    <w:nsid w:val="2FED5E1D"/>
    <w:multiLevelType w:val="multilevel"/>
    <w:tmpl w:val="45EE3B62"/>
    <w:lvl w:ilvl="0">
      <w:start w:val="4"/>
      <w:numFmt w:val="decimal"/>
      <w:lvlText w:val="%1."/>
      <w:lvlJc w:val="left"/>
      <w:pPr>
        <w:tabs>
          <w:tab w:val="num" w:pos="360"/>
        </w:tabs>
        <w:ind w:left="360" w:hanging="360"/>
      </w:pPr>
      <w:rPr>
        <w:rFonts w:hint="default"/>
        <w:b/>
      </w:rPr>
    </w:lvl>
    <w:lvl w:ilvl="1">
      <w:start w:val="1"/>
      <w:numFmt w:val="decimal"/>
      <w:lvlText w:val="8.%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0" w15:restartNumberingAfterBreak="0">
    <w:nsid w:val="40A2548E"/>
    <w:multiLevelType w:val="multilevel"/>
    <w:tmpl w:val="8648D92A"/>
    <w:lvl w:ilvl="0">
      <w:start w:val="4"/>
      <w:numFmt w:val="decimal"/>
      <w:lvlText w:val="%1."/>
      <w:lvlJc w:val="left"/>
      <w:pPr>
        <w:tabs>
          <w:tab w:val="num" w:pos="360"/>
        </w:tabs>
        <w:ind w:left="360" w:hanging="360"/>
      </w:pPr>
      <w:rPr>
        <w:rFonts w:hint="default"/>
        <w:b/>
      </w:rPr>
    </w:lvl>
    <w:lvl w:ilvl="1">
      <w:start w:val="1"/>
      <w:numFmt w:val="decimal"/>
      <w:lvlText w:val="5.%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62983F07"/>
    <w:multiLevelType w:val="multilevel"/>
    <w:tmpl w:val="F8B84B16"/>
    <w:lvl w:ilvl="0">
      <w:start w:val="7"/>
      <w:numFmt w:val="decima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53C6BBF"/>
    <w:multiLevelType w:val="multilevel"/>
    <w:tmpl w:val="64DEF89A"/>
    <w:lvl w:ilvl="0">
      <w:start w:val="4"/>
      <w:numFmt w:val="decimal"/>
      <w:lvlText w:val="%1."/>
      <w:lvlJc w:val="left"/>
      <w:pPr>
        <w:tabs>
          <w:tab w:val="num" w:pos="360"/>
        </w:tabs>
        <w:ind w:left="360" w:hanging="360"/>
      </w:pPr>
      <w:rPr>
        <w:rFonts w:hint="default"/>
        <w:b/>
      </w:rPr>
    </w:lvl>
    <w:lvl w:ilvl="1">
      <w:start w:val="1"/>
      <w:numFmt w:val="decimal"/>
      <w:lvlText w:val="9.%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CC502AF"/>
    <w:multiLevelType w:val="multilevel"/>
    <w:tmpl w:val="72662E7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7" w15:restartNumberingAfterBreak="0">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2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28"/>
  </w:num>
  <w:num w:numId="4">
    <w:abstractNumId w:val="13"/>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21"/>
  </w:num>
  <w:num w:numId="8">
    <w:abstractNumId w:val="25"/>
  </w:num>
  <w:num w:numId="9">
    <w:abstractNumId w:val="0"/>
  </w:num>
  <w:num w:numId="10">
    <w:abstractNumId w:val="5"/>
  </w:num>
  <w:num w:numId="11">
    <w:abstractNumId w:val="29"/>
  </w:num>
  <w:num w:numId="12">
    <w:abstractNumId w:val="0"/>
  </w:num>
  <w:num w:numId="13">
    <w:abstractNumId w:val="5"/>
  </w:num>
  <w:num w:numId="14">
    <w:abstractNumId w:val="5"/>
  </w:num>
  <w:num w:numId="15">
    <w:abstractNumId w:val="16"/>
  </w:num>
  <w:num w:numId="16">
    <w:abstractNumId w:val="16"/>
  </w:num>
  <w:num w:numId="17">
    <w:abstractNumId w:val="16"/>
  </w:num>
  <w:num w:numId="18">
    <w:abstractNumId w:val="21"/>
  </w:num>
  <w:num w:numId="19">
    <w:abstractNumId w:val="21"/>
  </w:num>
  <w:num w:numId="20">
    <w:abstractNumId w:val="21"/>
  </w:num>
  <w:num w:numId="21">
    <w:abstractNumId w:val="25"/>
  </w:num>
  <w:num w:numId="22">
    <w:abstractNumId w:val="0"/>
  </w:num>
  <w:num w:numId="23">
    <w:abstractNumId w:val="0"/>
  </w:num>
  <w:num w:numId="24">
    <w:abstractNumId w:val="5"/>
  </w:num>
  <w:num w:numId="25">
    <w:abstractNumId w:val="5"/>
  </w:num>
  <w:num w:numId="26">
    <w:abstractNumId w:val="29"/>
  </w:num>
  <w:num w:numId="27">
    <w:abstractNumId w:val="18"/>
  </w:num>
  <w:num w:numId="28">
    <w:abstractNumId w:val="4"/>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15"/>
  </w:num>
  <w:num w:numId="36">
    <w:abstractNumId w:val="6"/>
  </w:num>
  <w:num w:numId="37">
    <w:abstractNumId w:val="17"/>
  </w:num>
  <w:num w:numId="38">
    <w:abstractNumId w:val="27"/>
  </w:num>
  <w:num w:numId="39">
    <w:abstractNumId w:val="3"/>
  </w:num>
  <w:num w:numId="40">
    <w:abstractNumId w:val="8"/>
  </w:num>
  <w:num w:numId="41">
    <w:abstractNumId w:val="26"/>
  </w:num>
  <w:num w:numId="42">
    <w:abstractNumId w:val="1"/>
  </w:num>
  <w:num w:numId="43">
    <w:abstractNumId w:val="12"/>
  </w:num>
  <w:num w:numId="44">
    <w:abstractNumId w:val="20"/>
  </w:num>
  <w:num w:numId="45">
    <w:abstractNumId w:val="11"/>
  </w:num>
  <w:num w:numId="46">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num>
  <w:num w:numId="48">
    <w:abstractNumId w:val="24"/>
  </w:num>
  <w:num w:numId="49">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0679"/>
    <w:rsid w:val="0000347F"/>
    <w:rsid w:val="00017F3C"/>
    <w:rsid w:val="00041EC8"/>
    <w:rsid w:val="0005149B"/>
    <w:rsid w:val="00056BB3"/>
    <w:rsid w:val="0006588D"/>
    <w:rsid w:val="00065EEE"/>
    <w:rsid w:val="00067A5E"/>
    <w:rsid w:val="00067B13"/>
    <w:rsid w:val="000719BB"/>
    <w:rsid w:val="00072A65"/>
    <w:rsid w:val="00072C1E"/>
    <w:rsid w:val="00080E9D"/>
    <w:rsid w:val="000A2BC1"/>
    <w:rsid w:val="000A2DE6"/>
    <w:rsid w:val="000B073C"/>
    <w:rsid w:val="000B4EB8"/>
    <w:rsid w:val="000C41F2"/>
    <w:rsid w:val="000C6E14"/>
    <w:rsid w:val="000D22C4"/>
    <w:rsid w:val="000D27D1"/>
    <w:rsid w:val="000D58A4"/>
    <w:rsid w:val="000E1A7F"/>
    <w:rsid w:val="00112864"/>
    <w:rsid w:val="001142AD"/>
    <w:rsid w:val="00114472"/>
    <w:rsid w:val="00114988"/>
    <w:rsid w:val="00115069"/>
    <w:rsid w:val="001150F2"/>
    <w:rsid w:val="001265C9"/>
    <w:rsid w:val="00143EC0"/>
    <w:rsid w:val="00156A8D"/>
    <w:rsid w:val="001656A2"/>
    <w:rsid w:val="00165977"/>
    <w:rsid w:val="00170EC5"/>
    <w:rsid w:val="00173ED3"/>
    <w:rsid w:val="001747C1"/>
    <w:rsid w:val="00177D6B"/>
    <w:rsid w:val="001913F8"/>
    <w:rsid w:val="00191F90"/>
    <w:rsid w:val="001A6D83"/>
    <w:rsid w:val="001B4E74"/>
    <w:rsid w:val="001C2A3F"/>
    <w:rsid w:val="001C645F"/>
    <w:rsid w:val="001C6563"/>
    <w:rsid w:val="001E678E"/>
    <w:rsid w:val="001F0BA7"/>
    <w:rsid w:val="001F458E"/>
    <w:rsid w:val="002038D5"/>
    <w:rsid w:val="002071BB"/>
    <w:rsid w:val="00207DF5"/>
    <w:rsid w:val="00214C3E"/>
    <w:rsid w:val="00217DBF"/>
    <w:rsid w:val="0022054E"/>
    <w:rsid w:val="002310FF"/>
    <w:rsid w:val="0023279D"/>
    <w:rsid w:val="00240B81"/>
    <w:rsid w:val="00247D01"/>
    <w:rsid w:val="00261A5B"/>
    <w:rsid w:val="00262E5B"/>
    <w:rsid w:val="00276AFE"/>
    <w:rsid w:val="00281052"/>
    <w:rsid w:val="00294C85"/>
    <w:rsid w:val="002A3B57"/>
    <w:rsid w:val="002A5468"/>
    <w:rsid w:val="002C31BF"/>
    <w:rsid w:val="002C7A28"/>
    <w:rsid w:val="002D7FD6"/>
    <w:rsid w:val="002E0CD7"/>
    <w:rsid w:val="002E0CFB"/>
    <w:rsid w:val="002E5C7B"/>
    <w:rsid w:val="002F4333"/>
    <w:rsid w:val="002F6779"/>
    <w:rsid w:val="002F7867"/>
    <w:rsid w:val="0031424A"/>
    <w:rsid w:val="0031635D"/>
    <w:rsid w:val="00322192"/>
    <w:rsid w:val="00323A95"/>
    <w:rsid w:val="00327EEF"/>
    <w:rsid w:val="0033239F"/>
    <w:rsid w:val="00334A70"/>
    <w:rsid w:val="00334C6D"/>
    <w:rsid w:val="0034274B"/>
    <w:rsid w:val="0034719F"/>
    <w:rsid w:val="00350A35"/>
    <w:rsid w:val="00351284"/>
    <w:rsid w:val="003571D8"/>
    <w:rsid w:val="00357BC6"/>
    <w:rsid w:val="00361422"/>
    <w:rsid w:val="00366FE9"/>
    <w:rsid w:val="0037545D"/>
    <w:rsid w:val="00381EFC"/>
    <w:rsid w:val="00384226"/>
    <w:rsid w:val="00392910"/>
    <w:rsid w:val="00392EB6"/>
    <w:rsid w:val="003956C6"/>
    <w:rsid w:val="003A197F"/>
    <w:rsid w:val="003C33F2"/>
    <w:rsid w:val="003D756E"/>
    <w:rsid w:val="003E044A"/>
    <w:rsid w:val="003E2D42"/>
    <w:rsid w:val="003E420D"/>
    <w:rsid w:val="003E4C13"/>
    <w:rsid w:val="00403C48"/>
    <w:rsid w:val="004078F3"/>
    <w:rsid w:val="00414958"/>
    <w:rsid w:val="00417C6C"/>
    <w:rsid w:val="00427794"/>
    <w:rsid w:val="00436951"/>
    <w:rsid w:val="00436C10"/>
    <w:rsid w:val="0044764B"/>
    <w:rsid w:val="00450F07"/>
    <w:rsid w:val="00453CD3"/>
    <w:rsid w:val="0046002F"/>
    <w:rsid w:val="00460660"/>
    <w:rsid w:val="00464BA9"/>
    <w:rsid w:val="00483969"/>
    <w:rsid w:val="00485CE8"/>
    <w:rsid w:val="00486107"/>
    <w:rsid w:val="00491827"/>
    <w:rsid w:val="004B6AF3"/>
    <w:rsid w:val="004C4399"/>
    <w:rsid w:val="004C47D6"/>
    <w:rsid w:val="004C787C"/>
    <w:rsid w:val="004D09FB"/>
    <w:rsid w:val="004E76EE"/>
    <w:rsid w:val="004E7A1F"/>
    <w:rsid w:val="004F4B9B"/>
    <w:rsid w:val="00502690"/>
    <w:rsid w:val="005031D0"/>
    <w:rsid w:val="00504402"/>
    <w:rsid w:val="0050666E"/>
    <w:rsid w:val="00511AB9"/>
    <w:rsid w:val="0052014E"/>
    <w:rsid w:val="00523BB5"/>
    <w:rsid w:val="00523EA7"/>
    <w:rsid w:val="005340CB"/>
    <w:rsid w:val="005406EB"/>
    <w:rsid w:val="00553375"/>
    <w:rsid w:val="00555884"/>
    <w:rsid w:val="00557DDF"/>
    <w:rsid w:val="005736B7"/>
    <w:rsid w:val="00575E5A"/>
    <w:rsid w:val="00580245"/>
    <w:rsid w:val="00587286"/>
    <w:rsid w:val="00593C6C"/>
    <w:rsid w:val="005A0FE8"/>
    <w:rsid w:val="005A1F44"/>
    <w:rsid w:val="005B5ACA"/>
    <w:rsid w:val="005B6903"/>
    <w:rsid w:val="005D3C39"/>
    <w:rsid w:val="005E0D1D"/>
    <w:rsid w:val="00601A8C"/>
    <w:rsid w:val="0061068E"/>
    <w:rsid w:val="006115D3"/>
    <w:rsid w:val="00624262"/>
    <w:rsid w:val="00633B07"/>
    <w:rsid w:val="0065610E"/>
    <w:rsid w:val="00657A25"/>
    <w:rsid w:val="00660AD3"/>
    <w:rsid w:val="0066308A"/>
    <w:rsid w:val="00667A0D"/>
    <w:rsid w:val="006776B6"/>
    <w:rsid w:val="00687CE8"/>
    <w:rsid w:val="00693150"/>
    <w:rsid w:val="006A5570"/>
    <w:rsid w:val="006A689C"/>
    <w:rsid w:val="006B3D79"/>
    <w:rsid w:val="006B6FE4"/>
    <w:rsid w:val="006C0BB6"/>
    <w:rsid w:val="006C2343"/>
    <w:rsid w:val="006C442A"/>
    <w:rsid w:val="006C490F"/>
    <w:rsid w:val="006C7460"/>
    <w:rsid w:val="006C76CE"/>
    <w:rsid w:val="006D3D66"/>
    <w:rsid w:val="006E0578"/>
    <w:rsid w:val="006E314D"/>
    <w:rsid w:val="006E74EB"/>
    <w:rsid w:val="006F2CAF"/>
    <w:rsid w:val="006F3400"/>
    <w:rsid w:val="00710723"/>
    <w:rsid w:val="007145F3"/>
    <w:rsid w:val="007162F4"/>
    <w:rsid w:val="00723ED1"/>
    <w:rsid w:val="00730E05"/>
    <w:rsid w:val="00740AF5"/>
    <w:rsid w:val="00743525"/>
    <w:rsid w:val="00744076"/>
    <w:rsid w:val="007541A2"/>
    <w:rsid w:val="00755818"/>
    <w:rsid w:val="007616C2"/>
    <w:rsid w:val="0076286B"/>
    <w:rsid w:val="00766846"/>
    <w:rsid w:val="0077673A"/>
    <w:rsid w:val="00782D29"/>
    <w:rsid w:val="007846E1"/>
    <w:rsid w:val="007847D6"/>
    <w:rsid w:val="007972AC"/>
    <w:rsid w:val="007A5172"/>
    <w:rsid w:val="007A67A0"/>
    <w:rsid w:val="007A6E42"/>
    <w:rsid w:val="007A7344"/>
    <w:rsid w:val="007B3F34"/>
    <w:rsid w:val="007B570C"/>
    <w:rsid w:val="007C7B4D"/>
    <w:rsid w:val="007D0186"/>
    <w:rsid w:val="007E4A6E"/>
    <w:rsid w:val="007F56A7"/>
    <w:rsid w:val="00800851"/>
    <w:rsid w:val="00807DD0"/>
    <w:rsid w:val="00821D01"/>
    <w:rsid w:val="00826B7B"/>
    <w:rsid w:val="00846789"/>
    <w:rsid w:val="00855979"/>
    <w:rsid w:val="00866994"/>
    <w:rsid w:val="00866D34"/>
    <w:rsid w:val="00895975"/>
    <w:rsid w:val="008A3568"/>
    <w:rsid w:val="008C50F3"/>
    <w:rsid w:val="008C7EFE"/>
    <w:rsid w:val="008D03B9"/>
    <w:rsid w:val="008D30C7"/>
    <w:rsid w:val="008D6EDE"/>
    <w:rsid w:val="008F18D6"/>
    <w:rsid w:val="008F2C9B"/>
    <w:rsid w:val="008F5DA5"/>
    <w:rsid w:val="008F797B"/>
    <w:rsid w:val="009020DB"/>
    <w:rsid w:val="00904780"/>
    <w:rsid w:val="0090635B"/>
    <w:rsid w:val="00913FE5"/>
    <w:rsid w:val="00917783"/>
    <w:rsid w:val="00922385"/>
    <w:rsid w:val="009223DF"/>
    <w:rsid w:val="00927364"/>
    <w:rsid w:val="00936091"/>
    <w:rsid w:val="009366FA"/>
    <w:rsid w:val="00940D8A"/>
    <w:rsid w:val="00962258"/>
    <w:rsid w:val="009678B7"/>
    <w:rsid w:val="00970037"/>
    <w:rsid w:val="00971DFA"/>
    <w:rsid w:val="00992D9C"/>
    <w:rsid w:val="00996CB8"/>
    <w:rsid w:val="009B0111"/>
    <w:rsid w:val="009B2E97"/>
    <w:rsid w:val="009B4201"/>
    <w:rsid w:val="009B5146"/>
    <w:rsid w:val="009C418E"/>
    <w:rsid w:val="009C442C"/>
    <w:rsid w:val="009E07F4"/>
    <w:rsid w:val="009E6DDE"/>
    <w:rsid w:val="009F0867"/>
    <w:rsid w:val="009F309B"/>
    <w:rsid w:val="009F3630"/>
    <w:rsid w:val="009F392E"/>
    <w:rsid w:val="009F53C5"/>
    <w:rsid w:val="009F638B"/>
    <w:rsid w:val="00A0740E"/>
    <w:rsid w:val="00A21379"/>
    <w:rsid w:val="00A21A01"/>
    <w:rsid w:val="00A34CD4"/>
    <w:rsid w:val="00A36772"/>
    <w:rsid w:val="00A47166"/>
    <w:rsid w:val="00A50641"/>
    <w:rsid w:val="00A50C2E"/>
    <w:rsid w:val="00A530BF"/>
    <w:rsid w:val="00A6177B"/>
    <w:rsid w:val="00A66136"/>
    <w:rsid w:val="00A71189"/>
    <w:rsid w:val="00A7364A"/>
    <w:rsid w:val="00A74DCC"/>
    <w:rsid w:val="00A753ED"/>
    <w:rsid w:val="00A77512"/>
    <w:rsid w:val="00A94C2F"/>
    <w:rsid w:val="00AA4CBB"/>
    <w:rsid w:val="00AA65FA"/>
    <w:rsid w:val="00AA7351"/>
    <w:rsid w:val="00AA7AB8"/>
    <w:rsid w:val="00AC73DE"/>
    <w:rsid w:val="00AD056F"/>
    <w:rsid w:val="00AD0AF7"/>
    <w:rsid w:val="00AD0C7B"/>
    <w:rsid w:val="00AD5F1A"/>
    <w:rsid w:val="00AD6731"/>
    <w:rsid w:val="00AE268A"/>
    <w:rsid w:val="00AE4FB0"/>
    <w:rsid w:val="00AF37A3"/>
    <w:rsid w:val="00AF77E4"/>
    <w:rsid w:val="00B008D5"/>
    <w:rsid w:val="00B02F73"/>
    <w:rsid w:val="00B05B31"/>
    <w:rsid w:val="00B0619F"/>
    <w:rsid w:val="00B11AEA"/>
    <w:rsid w:val="00B13A26"/>
    <w:rsid w:val="00B14B5D"/>
    <w:rsid w:val="00B15D0D"/>
    <w:rsid w:val="00B22106"/>
    <w:rsid w:val="00B23E34"/>
    <w:rsid w:val="00B2418D"/>
    <w:rsid w:val="00B42F40"/>
    <w:rsid w:val="00B5431A"/>
    <w:rsid w:val="00B548DC"/>
    <w:rsid w:val="00B75EE1"/>
    <w:rsid w:val="00B77481"/>
    <w:rsid w:val="00B8518B"/>
    <w:rsid w:val="00B955DF"/>
    <w:rsid w:val="00B97CC3"/>
    <w:rsid w:val="00BA0D2B"/>
    <w:rsid w:val="00BC06C4"/>
    <w:rsid w:val="00BC6EE9"/>
    <w:rsid w:val="00BD5C70"/>
    <w:rsid w:val="00BD78B5"/>
    <w:rsid w:val="00BD7E91"/>
    <w:rsid w:val="00BD7F0D"/>
    <w:rsid w:val="00BE0639"/>
    <w:rsid w:val="00C02D0A"/>
    <w:rsid w:val="00C03A6E"/>
    <w:rsid w:val="00C1073F"/>
    <w:rsid w:val="00C11B98"/>
    <w:rsid w:val="00C11E78"/>
    <w:rsid w:val="00C14445"/>
    <w:rsid w:val="00C203DE"/>
    <w:rsid w:val="00C226C0"/>
    <w:rsid w:val="00C37459"/>
    <w:rsid w:val="00C42371"/>
    <w:rsid w:val="00C42FE6"/>
    <w:rsid w:val="00C44F6A"/>
    <w:rsid w:val="00C45470"/>
    <w:rsid w:val="00C47F40"/>
    <w:rsid w:val="00C556F2"/>
    <w:rsid w:val="00C6198E"/>
    <w:rsid w:val="00C63B8E"/>
    <w:rsid w:val="00C64F72"/>
    <w:rsid w:val="00C67F6A"/>
    <w:rsid w:val="00C708EA"/>
    <w:rsid w:val="00C7430B"/>
    <w:rsid w:val="00C778A5"/>
    <w:rsid w:val="00C95162"/>
    <w:rsid w:val="00CB4F6D"/>
    <w:rsid w:val="00CB6A37"/>
    <w:rsid w:val="00CB7684"/>
    <w:rsid w:val="00CC7C8F"/>
    <w:rsid w:val="00CC7F94"/>
    <w:rsid w:val="00CD1FC4"/>
    <w:rsid w:val="00CF1212"/>
    <w:rsid w:val="00D034A0"/>
    <w:rsid w:val="00D06BD0"/>
    <w:rsid w:val="00D17950"/>
    <w:rsid w:val="00D21061"/>
    <w:rsid w:val="00D232F4"/>
    <w:rsid w:val="00D32554"/>
    <w:rsid w:val="00D4108E"/>
    <w:rsid w:val="00D4328E"/>
    <w:rsid w:val="00D448FB"/>
    <w:rsid w:val="00D53CA1"/>
    <w:rsid w:val="00D6163D"/>
    <w:rsid w:val="00D831A3"/>
    <w:rsid w:val="00D84FB3"/>
    <w:rsid w:val="00D851C6"/>
    <w:rsid w:val="00D97BE3"/>
    <w:rsid w:val="00DA3711"/>
    <w:rsid w:val="00DB3E86"/>
    <w:rsid w:val="00DB766B"/>
    <w:rsid w:val="00DD46F3"/>
    <w:rsid w:val="00DE0211"/>
    <w:rsid w:val="00DE44F0"/>
    <w:rsid w:val="00DE56F2"/>
    <w:rsid w:val="00DF116D"/>
    <w:rsid w:val="00DF5182"/>
    <w:rsid w:val="00E11823"/>
    <w:rsid w:val="00E16FF7"/>
    <w:rsid w:val="00E26D68"/>
    <w:rsid w:val="00E30CC9"/>
    <w:rsid w:val="00E31BB6"/>
    <w:rsid w:val="00E36A17"/>
    <w:rsid w:val="00E378A4"/>
    <w:rsid w:val="00E44045"/>
    <w:rsid w:val="00E463D2"/>
    <w:rsid w:val="00E618C4"/>
    <w:rsid w:val="00E7049B"/>
    <w:rsid w:val="00E7415D"/>
    <w:rsid w:val="00E840A1"/>
    <w:rsid w:val="00E87509"/>
    <w:rsid w:val="00E878EE"/>
    <w:rsid w:val="00E901A3"/>
    <w:rsid w:val="00EA1E76"/>
    <w:rsid w:val="00EA3E8F"/>
    <w:rsid w:val="00EA585B"/>
    <w:rsid w:val="00EA6EC7"/>
    <w:rsid w:val="00EB104F"/>
    <w:rsid w:val="00EB46E5"/>
    <w:rsid w:val="00ED14BD"/>
    <w:rsid w:val="00ED29F1"/>
    <w:rsid w:val="00EE4BE9"/>
    <w:rsid w:val="00EF05B5"/>
    <w:rsid w:val="00F016C7"/>
    <w:rsid w:val="00F12DEC"/>
    <w:rsid w:val="00F1715C"/>
    <w:rsid w:val="00F24489"/>
    <w:rsid w:val="00F310F8"/>
    <w:rsid w:val="00F35939"/>
    <w:rsid w:val="00F422D3"/>
    <w:rsid w:val="00F439B9"/>
    <w:rsid w:val="00F45607"/>
    <w:rsid w:val="00F4722B"/>
    <w:rsid w:val="00F54432"/>
    <w:rsid w:val="00F56733"/>
    <w:rsid w:val="00F659EB"/>
    <w:rsid w:val="00F71089"/>
    <w:rsid w:val="00F762A8"/>
    <w:rsid w:val="00F80705"/>
    <w:rsid w:val="00F86BA6"/>
    <w:rsid w:val="00F9304F"/>
    <w:rsid w:val="00F95FBD"/>
    <w:rsid w:val="00FA4D85"/>
    <w:rsid w:val="00FB6342"/>
    <w:rsid w:val="00FC6389"/>
    <w:rsid w:val="00FE6AEC"/>
    <w:rsid w:val="00FF39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AE7F172"/>
  <w14:defaultImageDpi w14:val="32767"/>
  <w15:docId w15:val="{608CFB1B-F4FF-4262-AFEC-850B7AE99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3407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5DAC021-CEA0-4AE0-B713-B9923F8CD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12</TotalTime>
  <Pages>11</Pages>
  <Words>2733</Words>
  <Characters>16128</Characters>
  <Application>Microsoft Office Word</Application>
  <DocSecurity>0</DocSecurity>
  <Lines>134</Lines>
  <Paragraphs>37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18824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Šanda Ondřej, Ing.</cp:lastModifiedBy>
  <cp:revision>5</cp:revision>
  <cp:lastPrinted>2019-03-12T14:16:00Z</cp:lastPrinted>
  <dcterms:created xsi:type="dcterms:W3CDTF">2020-06-29T10:28:00Z</dcterms:created>
  <dcterms:modified xsi:type="dcterms:W3CDTF">2020-07-07T04:49:00Z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